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14:paraId="2BB847BF" w14:textId="77777777" w:rsidTr="00050DA7">
        <w:tc>
          <w:tcPr>
            <w:tcW w:w="4428" w:type="dxa"/>
          </w:tcPr>
          <w:p w14:paraId="1ED64D9A" w14:textId="77777777" w:rsidR="000348ED" w:rsidRPr="00B15B24" w:rsidRDefault="005D05AC" w:rsidP="00E817B4">
            <w:pPr>
              <w:ind w:left="851" w:hanging="851"/>
            </w:pPr>
            <w:r w:rsidRPr="00B15B24">
              <w:t>From:</w:t>
            </w:r>
            <w:r w:rsidRPr="00B15B24">
              <w:tab/>
            </w:r>
            <w:r w:rsidR="00CF1FDF">
              <w:t>e-NAV</w:t>
            </w:r>
            <w:r w:rsidR="00CA04AF">
              <w:t xml:space="preserve"> </w:t>
            </w:r>
            <w:r w:rsidRPr="00CF1FDF">
              <w:t>C</w:t>
            </w:r>
            <w:r w:rsidR="00050DA7" w:rsidRPr="00CF1FDF">
              <w:t>ommittee</w:t>
            </w:r>
          </w:p>
        </w:tc>
        <w:tc>
          <w:tcPr>
            <w:tcW w:w="5461" w:type="dxa"/>
          </w:tcPr>
          <w:p w14:paraId="1E6BE18B" w14:textId="77777777" w:rsidR="000348ED" w:rsidRPr="00B15B24" w:rsidRDefault="00CF1FDF" w:rsidP="00CF1FDF">
            <w:pPr>
              <w:jc w:val="right"/>
              <w:rPr>
                <w:highlight w:val="yellow"/>
              </w:rPr>
            </w:pPr>
            <w:r>
              <w:t>e-NAV13</w:t>
            </w:r>
            <w:r w:rsidR="005D05AC" w:rsidRPr="00B15B24">
              <w:t>/output/</w:t>
            </w:r>
            <w:r w:rsidRPr="00CF1FDF">
              <w:t>13</w:t>
            </w:r>
          </w:p>
        </w:tc>
      </w:tr>
      <w:tr w:rsidR="000348ED" w:rsidRPr="00B15B24" w14:paraId="25EBB3F8" w14:textId="77777777" w:rsidTr="00050DA7">
        <w:tc>
          <w:tcPr>
            <w:tcW w:w="4428" w:type="dxa"/>
          </w:tcPr>
          <w:p w14:paraId="57A53158" w14:textId="6089F912" w:rsidR="000348ED" w:rsidRPr="00B15B24" w:rsidRDefault="005D05AC" w:rsidP="00CF22E1">
            <w:pPr>
              <w:ind w:left="851" w:right="243" w:hanging="851"/>
            </w:pPr>
            <w:r w:rsidRPr="00B15B24">
              <w:t>To:</w:t>
            </w:r>
            <w:r w:rsidRPr="00B15B24">
              <w:tab/>
            </w:r>
            <w:r w:rsidR="00E817B4">
              <w:t>VTS, EEP &amp; ANM</w:t>
            </w:r>
            <w:r w:rsidR="00CA04AF">
              <w:t xml:space="preserve"> </w:t>
            </w:r>
            <w:r w:rsidR="00902AA4" w:rsidRPr="00CF1FDF">
              <w:t>Committee</w:t>
            </w:r>
            <w:r w:rsidRPr="00CF1FDF">
              <w:t>s</w:t>
            </w:r>
            <w:r w:rsidR="00CF22E1">
              <w:t xml:space="preserve"> &amp; </w:t>
            </w:r>
            <w:r w:rsidR="00CF1FDF">
              <w:t>PAP</w:t>
            </w:r>
          </w:p>
        </w:tc>
        <w:tc>
          <w:tcPr>
            <w:tcW w:w="5461" w:type="dxa"/>
          </w:tcPr>
          <w:p w14:paraId="7762D754" w14:textId="7668F810" w:rsidR="000348ED" w:rsidRPr="00B15B24" w:rsidRDefault="00E77732" w:rsidP="00CF1FDF">
            <w:pPr>
              <w:jc w:val="right"/>
            </w:pPr>
            <w:r>
              <w:t>22</w:t>
            </w:r>
            <w:r w:rsidR="005D05AC" w:rsidRPr="00CF1FDF">
              <w:t xml:space="preserve"> </w:t>
            </w:r>
            <w:r w:rsidR="00CF1FDF" w:rsidRPr="00CF1FDF">
              <w:t>March</w:t>
            </w:r>
            <w:r w:rsidR="005D05AC" w:rsidRPr="00B15B24">
              <w:t xml:space="preserve"> 20</w:t>
            </w:r>
            <w:r w:rsidR="001A654A">
              <w:t>1</w:t>
            </w:r>
            <w:r w:rsidR="00CF1FDF">
              <w:t>3</w:t>
            </w:r>
          </w:p>
        </w:tc>
      </w:tr>
      <w:tr w:rsidR="00AF7C49" w:rsidRPr="00B15B24" w14:paraId="227F442B" w14:textId="77777777" w:rsidTr="00050DA7">
        <w:tc>
          <w:tcPr>
            <w:tcW w:w="4428" w:type="dxa"/>
          </w:tcPr>
          <w:p w14:paraId="5E63EDB6" w14:textId="77777777" w:rsidR="00AF7C49" w:rsidRPr="00B15B24" w:rsidRDefault="00AF7C49" w:rsidP="00CF1FDF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3AA336EF" w14:textId="77777777" w:rsidR="00AF7C49" w:rsidRPr="00CF1FDF" w:rsidRDefault="00AF7C49" w:rsidP="00CF1FDF">
            <w:pPr>
              <w:jc w:val="right"/>
            </w:pPr>
          </w:p>
        </w:tc>
      </w:tr>
    </w:tbl>
    <w:p w14:paraId="0766FB31" w14:textId="77777777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14:paraId="14BF4AEA" w14:textId="77777777" w:rsidR="000348ED" w:rsidRPr="00B15B24" w:rsidRDefault="00CF1FDF" w:rsidP="005D05AC">
      <w:pPr>
        <w:pStyle w:val="Title"/>
        <w:spacing w:after="120"/>
      </w:pPr>
      <w:r w:rsidRPr="00CF1FDF">
        <w:rPr>
          <w:color w:val="000000"/>
        </w:rPr>
        <w:t xml:space="preserve">A Roadmap </w:t>
      </w:r>
      <w:r w:rsidR="00AF7C49">
        <w:rPr>
          <w:color w:val="000000"/>
        </w:rPr>
        <w:t xml:space="preserve">and Key Dates </w:t>
      </w:r>
      <w:r w:rsidRPr="00CF1FDF">
        <w:rPr>
          <w:color w:val="000000"/>
        </w:rPr>
        <w:t>for e-Navigation</w:t>
      </w:r>
    </w:p>
    <w:p w14:paraId="09A9AAC2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4D088D59" w14:textId="77777777" w:rsidR="00B8247E" w:rsidRPr="00B15B24" w:rsidRDefault="00CF1FDF" w:rsidP="00002906">
      <w:pPr>
        <w:pStyle w:val="BodyText"/>
      </w:pPr>
      <w:r w:rsidRPr="00CF1FDF">
        <w:t xml:space="preserve">The e-Navigation Committee has developed a roadmap or timeline to identify key dates, milestones, decision points and interdependencies.  </w:t>
      </w:r>
    </w:p>
    <w:p w14:paraId="5C236400" w14:textId="77777777" w:rsidR="00902AA4" w:rsidRPr="00B15B24" w:rsidRDefault="00CF1FDF" w:rsidP="00135447">
      <w:pPr>
        <w:pStyle w:val="Heading1"/>
        <w:rPr>
          <w:lang w:val="en-GB"/>
        </w:rPr>
      </w:pPr>
      <w:r>
        <w:rPr>
          <w:lang w:val="en-GB"/>
        </w:rPr>
        <w:t>Discussion</w:t>
      </w:r>
    </w:p>
    <w:p w14:paraId="54C03794" w14:textId="77777777" w:rsidR="00902AA4" w:rsidRPr="00002906" w:rsidRDefault="00CF1FDF" w:rsidP="00002906">
      <w:pPr>
        <w:pStyle w:val="BodyText"/>
      </w:pPr>
      <w:r w:rsidRPr="00CF1FDF">
        <w:t>This roadmap is initially intended to guide the development of the IALA e-Navigation strategy, but can also be adapted and / or expanded for other applications or purposes.</w:t>
      </w:r>
    </w:p>
    <w:p w14:paraId="6D2111F6" w14:textId="77777777"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14:paraId="28BB0B78" w14:textId="499BEE67" w:rsidR="004C220D" w:rsidRPr="00B15B24" w:rsidRDefault="00902AA4" w:rsidP="005D05AC">
      <w:pPr>
        <w:pStyle w:val="BodyText"/>
      </w:pPr>
      <w:r w:rsidRPr="00B15B24">
        <w:t xml:space="preserve">The </w:t>
      </w:r>
      <w:r w:rsidR="00C77BA8">
        <w:t>VTS, EEP and ANM C</w:t>
      </w:r>
      <w:bookmarkStart w:id="0" w:name="_GoBack"/>
      <w:bookmarkEnd w:id="0"/>
      <w:r w:rsidRPr="00CF1FDF">
        <w:t>ommittee</w:t>
      </w:r>
      <w:r w:rsidR="00CF1FDF" w:rsidRPr="00CF1FDF">
        <w:t>s and PAP</w:t>
      </w:r>
      <w:r w:rsidR="00CF1FDF">
        <w:t xml:space="preserve"> are</w:t>
      </w:r>
      <w:r w:rsidRPr="00B15B24">
        <w:t xml:space="preserve"> requested to</w:t>
      </w:r>
      <w:r w:rsidR="00CF1FDF">
        <w:t xml:space="preserve"> note the roadmap </w:t>
      </w:r>
      <w:r w:rsidR="00590D10">
        <w:t xml:space="preserve">and key dates </w:t>
      </w:r>
      <w:r w:rsidR="00CF1FDF">
        <w:t>at the Annex and are invited to provide any comments.</w:t>
      </w:r>
    </w:p>
    <w:p w14:paraId="2AB3D33C" w14:textId="77777777" w:rsidR="00590D10" w:rsidRDefault="00590D10" w:rsidP="00590D10">
      <w:pPr>
        <w:pStyle w:val="List1"/>
        <w:numPr>
          <w:ilvl w:val="0"/>
          <w:numId w:val="0"/>
        </w:numPr>
        <w:ind w:left="567"/>
        <w:rPr>
          <w:highlight w:val="yellow"/>
          <w:lang w:val="en-GB"/>
        </w:rPr>
      </w:pPr>
    </w:p>
    <w:p w14:paraId="4FBB7A11" w14:textId="77777777" w:rsidR="00590D10" w:rsidRDefault="00590D10" w:rsidP="00002906">
      <w:pPr>
        <w:pStyle w:val="List1"/>
        <w:rPr>
          <w:highlight w:val="yellow"/>
          <w:lang w:val="en-GB"/>
        </w:rPr>
        <w:sectPr w:rsidR="00590D10" w:rsidSect="00E817B4">
          <w:pgSz w:w="11900" w:h="16840" w:code="8"/>
          <w:pgMar w:top="567" w:right="851" w:bottom="567" w:left="851" w:header="567" w:footer="567" w:gutter="0"/>
          <w:cols w:space="708"/>
          <w:docGrid w:linePitch="360"/>
        </w:sectPr>
      </w:pPr>
    </w:p>
    <w:p w14:paraId="6646ACC6" w14:textId="77777777" w:rsidR="00590D10" w:rsidRPr="00590D10" w:rsidRDefault="00590D10" w:rsidP="00590D10">
      <w:pPr>
        <w:jc w:val="center"/>
        <w:rPr>
          <w:rFonts w:eastAsia="Calibri" w:cs="Arial"/>
          <w:b/>
          <w:bCs/>
          <w:szCs w:val="22"/>
        </w:rPr>
      </w:pPr>
      <w:r w:rsidRPr="00590D10">
        <w:rPr>
          <w:rFonts w:eastAsia="Calibri" w:cs="Arial"/>
          <w:b/>
          <w:bCs/>
          <w:szCs w:val="22"/>
        </w:rPr>
        <w:lastRenderedPageBreak/>
        <w:t>ANNEX</w:t>
      </w:r>
    </w:p>
    <w:p w14:paraId="405F1686" w14:textId="77777777" w:rsidR="00590D10" w:rsidRPr="00590D10" w:rsidRDefault="00590D10" w:rsidP="00590D10">
      <w:pPr>
        <w:spacing w:line="276" w:lineRule="auto"/>
        <w:jc w:val="center"/>
        <w:rPr>
          <w:rFonts w:eastAsia="Calibri" w:cs="Arial"/>
          <w:b/>
          <w:bCs/>
          <w:szCs w:val="22"/>
        </w:rPr>
      </w:pPr>
      <w:r w:rsidRPr="00590D10">
        <w:rPr>
          <w:rFonts w:eastAsia="Calibri" w:cs="Arial"/>
          <w:b/>
          <w:bCs/>
          <w:szCs w:val="22"/>
        </w:rPr>
        <w:t>A Roadmap for e-Navigation</w:t>
      </w:r>
    </w:p>
    <w:p w14:paraId="1AEFF06B" w14:textId="0C2AEDC8" w:rsidR="00590D10" w:rsidRPr="00590D10" w:rsidRDefault="00590D10" w:rsidP="00590D10">
      <w:pPr>
        <w:spacing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E759374" wp14:editId="2FA6B87C">
                <wp:simplePos x="0" y="0"/>
                <wp:positionH relativeFrom="column">
                  <wp:posOffset>8933180</wp:posOffset>
                </wp:positionH>
                <wp:positionV relativeFrom="paragraph">
                  <wp:posOffset>-3175</wp:posOffset>
                </wp:positionV>
                <wp:extent cx="4404995" cy="571500"/>
                <wp:effectExtent l="15240" t="64135" r="27940" b="69215"/>
                <wp:wrapNone/>
                <wp:docPr id="56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4995" cy="571500"/>
                        </a:xfrm>
                        <a:prstGeom prst="rightArrow">
                          <a:avLst>
                            <a:gd name="adj1" fmla="val 50000"/>
                            <a:gd name="adj2" fmla="val 27441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44B31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 xml:space="preserve">Electronic Charts for other vessels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44" o:spid="_x0000_s1026" type="#_x0000_t13" style="position:absolute;margin-left:703.4pt;margin-top:-.2pt;width:346.85pt;height: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" adj="20831" fillcolor="#4f81bd" strokecolor="#243f60" strokeweight="2pt">
                <v:textbox>
                  <w:txbxContent>
                    <w:p w14:paraId="3AF44B31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 xml:space="preserve">Electronic Charts for other vessels </w:t>
                      </w:r>
                    </w:p>
                  </w:txbxContent>
                </v:textbox>
              </v:shape>
            </w:pict>
          </mc:Fallback>
        </mc:AlternateContent>
      </w:r>
    </w:p>
    <w:p w14:paraId="01E6F544" w14:textId="65F0CA86" w:rsidR="00590D10" w:rsidRPr="00590D10" w:rsidRDefault="003A315E" w:rsidP="00590D10">
      <w:pPr>
        <w:spacing w:after="200"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0043E4" wp14:editId="6D6F7014">
                <wp:simplePos x="0" y="0"/>
                <wp:positionH relativeFrom="column">
                  <wp:posOffset>3520440</wp:posOffset>
                </wp:positionH>
                <wp:positionV relativeFrom="paragraph">
                  <wp:posOffset>43375</wp:posOffset>
                </wp:positionV>
                <wp:extent cx="5448300" cy="1171380"/>
                <wp:effectExtent l="0" t="25400" r="63500" b="48260"/>
                <wp:wrapNone/>
                <wp:docPr id="55" name="Right Arrow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8300" cy="1171380"/>
                        </a:xfrm>
                        <a:prstGeom prst="rightArrow">
                          <a:avLst>
                            <a:gd name="adj1" fmla="val 50000"/>
                            <a:gd name="adj2" fmla="val 4370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D50AE8" w14:textId="77777777" w:rsidR="00A63ED2" w:rsidRPr="0052715A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Standard default settings, save/recall settings, S-mode and define resiliency for</w:t>
                            </w: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 xml:space="preserve"> INS/BES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3" o:spid="_x0000_s1027" type="#_x0000_t13" style="position:absolute;margin-left:277.2pt;margin-top:3.4pt;width:429pt;height:9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" adj="19571" fillcolor="#4f81bd" strokecolor="#243f60" strokeweight="2pt">
                <v:textbox>
                  <w:txbxContent>
                    <w:p w14:paraId="0BD50AE8" w14:textId="77777777" w:rsidR="00A63ED2" w:rsidRPr="0052715A" w:rsidRDefault="00A63ED2" w:rsidP="00590D10">
                      <w:pPr>
                        <w:pStyle w:val="NormalWeb"/>
                        <w:jc w:val="center"/>
                        <w:textAlignment w:val="baseline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Standard default settings, save/recall settings, S-mode and define resiliency for</w:t>
                      </w: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 xml:space="preserve"> INS/BES</w:t>
                      </w:r>
                    </w:p>
                  </w:txbxContent>
                </v:textbox>
              </v:shape>
            </w:pict>
          </mc:Fallback>
        </mc:AlternateContent>
      </w:r>
      <w:r w:rsidR="00E817B4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BE407B" wp14:editId="6CBC6DEC">
                <wp:simplePos x="0" y="0"/>
                <wp:positionH relativeFrom="column">
                  <wp:posOffset>866140</wp:posOffset>
                </wp:positionH>
                <wp:positionV relativeFrom="paragraph">
                  <wp:posOffset>131445</wp:posOffset>
                </wp:positionV>
                <wp:extent cx="2717800" cy="1027691"/>
                <wp:effectExtent l="0" t="25400" r="50800" b="39370"/>
                <wp:wrapNone/>
                <wp:docPr id="53" name="Right Arrow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7800" cy="1027691"/>
                        </a:xfrm>
                        <a:prstGeom prst="rightArrow">
                          <a:avLst>
                            <a:gd name="adj1" fmla="val 50000"/>
                            <a:gd name="adj2" fmla="val 40384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A9558" w14:textId="77777777" w:rsidR="00A63ED2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Develop Concepts for default settings</w:t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 / S-Mode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4" o:spid="_x0000_s1028" type="#_x0000_t13" style="position:absolute;margin-left:68.2pt;margin-top:10.35pt;width:214pt;height:80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" adj="18302" fillcolor="#4f81bd" strokecolor="#243f60" strokeweight="2pt">
                <v:textbox>
                  <w:txbxContent>
                    <w:p w14:paraId="7ABA9558" w14:textId="77777777" w:rsidR="00A63ED2" w:rsidRDefault="00A63ED2" w:rsidP="00590D10">
                      <w:pPr>
                        <w:pStyle w:val="NormalWeb"/>
                        <w:jc w:val="center"/>
                        <w:textAlignment w:val="baseline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Develop Concepts for default settings</w:t>
                      </w:r>
                      <w:r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 / S-Mode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D1DC44" wp14:editId="74FBD4F9">
                <wp:simplePos x="0" y="0"/>
                <wp:positionH relativeFrom="column">
                  <wp:posOffset>-471805</wp:posOffset>
                </wp:positionH>
                <wp:positionV relativeFrom="paragraph">
                  <wp:posOffset>214630</wp:posOffset>
                </wp:positionV>
                <wp:extent cx="1357630" cy="357505"/>
                <wp:effectExtent l="15875" t="16510" r="17145" b="16510"/>
                <wp:wrapNone/>
                <wp:docPr id="5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1357630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D9F07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Bridge Equip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9" style="position:absolute;margin-left:-37.1pt;margin-top:16.9pt;width:106.9pt;height:28.1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" strokecolor="#f79646" strokeweight="2pt">
                <v:textbox style="layout-flow:vertical;mso-layout-flow-alt:bottom-to-top">
                  <w:txbxContent>
                    <w:p w14:paraId="11FD9F07" w14:textId="77777777" w:rsidR="00A63ED2" w:rsidRDefault="00A63ED2" w:rsidP="00590D10">
                      <w:pPr>
                        <w:pStyle w:val="NormalWeb"/>
                        <w:jc w:val="center"/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Bridge Equip</w:t>
                      </w:r>
                    </w:p>
                  </w:txbxContent>
                </v:textbox>
              </v:rect>
            </w:pict>
          </mc:Fallback>
        </mc:AlternateContent>
      </w:r>
    </w:p>
    <w:p w14:paraId="145BF49E" w14:textId="77777777" w:rsidR="00590D10" w:rsidRPr="00590D10" w:rsidRDefault="00590D10" w:rsidP="00590D10">
      <w:pPr>
        <w:spacing w:after="200"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263E1A" wp14:editId="62297024">
                <wp:simplePos x="0" y="0"/>
                <wp:positionH relativeFrom="column">
                  <wp:posOffset>11686540</wp:posOffset>
                </wp:positionH>
                <wp:positionV relativeFrom="paragraph">
                  <wp:posOffset>-607695</wp:posOffset>
                </wp:positionV>
                <wp:extent cx="71120" cy="10414000"/>
                <wp:effectExtent l="25400" t="26670" r="27305" b="27305"/>
                <wp:wrapNone/>
                <wp:docPr id="5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20" cy="104140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0.2pt,-47.85pt" to="925.8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" strokeweight="3pt">
                <v:stroke dashstyle="1 1"/>
              </v:lin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C0094A" wp14:editId="64315185">
                <wp:simplePos x="0" y="0"/>
                <wp:positionH relativeFrom="column">
                  <wp:posOffset>8892540</wp:posOffset>
                </wp:positionH>
                <wp:positionV relativeFrom="paragraph">
                  <wp:posOffset>-645795</wp:posOffset>
                </wp:positionV>
                <wp:extent cx="76200" cy="10452100"/>
                <wp:effectExtent l="22225" t="26670" r="25400" b="27305"/>
                <wp:wrapNone/>
                <wp:docPr id="51" name="Straight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104521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0.2pt,-50.85pt" to="706.2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" strokeweight="3pt"/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113BE6" wp14:editId="5733C590">
                <wp:simplePos x="0" y="0"/>
                <wp:positionH relativeFrom="column">
                  <wp:posOffset>6123940</wp:posOffset>
                </wp:positionH>
                <wp:positionV relativeFrom="paragraph">
                  <wp:posOffset>-569595</wp:posOffset>
                </wp:positionV>
                <wp:extent cx="71120" cy="10375900"/>
                <wp:effectExtent l="25400" t="26670" r="27305" b="27305"/>
                <wp:wrapNone/>
                <wp:docPr id="5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20" cy="103759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2.2pt,-44.85pt" to="487.8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" strokeweight="3pt">
                <v:stroke dashstyle="1 1"/>
              </v:lin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2F0B70" wp14:editId="3FD6B7A1">
                <wp:simplePos x="0" y="0"/>
                <wp:positionH relativeFrom="column">
                  <wp:posOffset>3520440</wp:posOffset>
                </wp:positionH>
                <wp:positionV relativeFrom="paragraph">
                  <wp:posOffset>-607695</wp:posOffset>
                </wp:positionV>
                <wp:extent cx="71120" cy="10414000"/>
                <wp:effectExtent l="22225" t="26670" r="20955" b="27305"/>
                <wp:wrapNone/>
                <wp:docPr id="49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20" cy="104140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2pt,-47.85pt" to="282.8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" strokeweight="3pt"/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4F83B7" wp14:editId="247CD05C">
                <wp:simplePos x="0" y="0"/>
                <wp:positionH relativeFrom="column">
                  <wp:posOffset>866140</wp:posOffset>
                </wp:positionH>
                <wp:positionV relativeFrom="paragraph">
                  <wp:posOffset>-633095</wp:posOffset>
                </wp:positionV>
                <wp:extent cx="127000" cy="10426700"/>
                <wp:effectExtent l="25400" t="20320" r="19050" b="20955"/>
                <wp:wrapNone/>
                <wp:docPr id="4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" cy="104267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pt,-49.85pt" to="78.2pt,7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" strokeweight="3pt">
                <v:stroke dashstyle="1 1"/>
              </v:lin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521AD5" wp14:editId="5FDC4D2C">
                <wp:simplePos x="0" y="0"/>
                <wp:positionH relativeFrom="column">
                  <wp:posOffset>866140</wp:posOffset>
                </wp:positionH>
                <wp:positionV relativeFrom="paragraph">
                  <wp:posOffset>-633095</wp:posOffset>
                </wp:positionV>
                <wp:extent cx="8026400" cy="571500"/>
                <wp:effectExtent l="15875" t="48895" r="34925" b="17780"/>
                <wp:wrapNone/>
                <wp:docPr id="47" name="Right Arrow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26400" cy="571500"/>
                        </a:xfrm>
                        <a:prstGeom prst="rightArrow">
                          <a:avLst>
                            <a:gd name="adj1" fmla="val 50000"/>
                            <a:gd name="adj2" fmla="val 50001"/>
                          </a:avLst>
                        </a:prstGeom>
                        <a:solidFill>
                          <a:srgbClr val="0070C0"/>
                        </a:solidFill>
                        <a:ln w="25400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B10C9" w14:textId="77777777" w:rsidR="00A63ED2" w:rsidRPr="004D5FCC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FFFFFF"/>
                                <w:kern w:val="24"/>
                              </w:rPr>
                              <w:t xml:space="preserve">ECDIS Implementation (to 10,000 Ton)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7" o:spid="_x0000_s1030" type="#_x0000_t13" style="position:absolute;margin-left:68.2pt;margin-top:-49.8pt;width:632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" adj="20831" fillcolor="#0070c0" strokecolor="#17365d" strokeweight="2pt">
                <v:textbox>
                  <w:txbxContent>
                    <w:p w14:paraId="1EBB10C9" w14:textId="77777777" w:rsidR="00A63ED2" w:rsidRPr="004D5FCC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FFFFFF"/>
                          <w:kern w:val="24"/>
                        </w:rPr>
                        <w:t xml:space="preserve">ECDIS Implementation (to 10,000 Ton) </w:t>
                      </w:r>
                    </w:p>
                  </w:txbxContent>
                </v:textbox>
              </v:shape>
            </w:pict>
          </mc:Fallback>
        </mc:AlternateContent>
      </w:r>
    </w:p>
    <w:p w14:paraId="26C40CBF" w14:textId="77777777" w:rsidR="00590D10" w:rsidRPr="00590D10" w:rsidRDefault="00590D10" w:rsidP="00590D10">
      <w:pPr>
        <w:tabs>
          <w:tab w:val="left" w:pos="3503"/>
        </w:tabs>
        <w:spacing w:after="200"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1896B20" wp14:editId="2FDF71CF">
                <wp:simplePos x="0" y="0"/>
                <wp:positionH relativeFrom="column">
                  <wp:posOffset>3591560</wp:posOffset>
                </wp:positionH>
                <wp:positionV relativeFrom="paragraph">
                  <wp:posOffset>-6350</wp:posOffset>
                </wp:positionV>
                <wp:extent cx="8247380" cy="714375"/>
                <wp:effectExtent l="17145" t="36195" r="60325" b="20955"/>
                <wp:wrapNone/>
                <wp:docPr id="4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47380" cy="714375"/>
                        </a:xfrm>
                        <a:prstGeom prst="rightArrow">
                          <a:avLst>
                            <a:gd name="adj1" fmla="val 50000"/>
                            <a:gd name="adj2" fmla="val 15174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A04AE" w14:textId="77777777" w:rsidR="00A63ED2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</w:pPr>
                            <w:proofErr w:type="spellStart"/>
                            <w:proofErr w:type="gramStart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eNav</w:t>
                            </w:r>
                            <w:proofErr w:type="spellEnd"/>
                            <w:proofErr w:type="gramEnd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 INS/BES Availability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31" type="#_x0000_t13" style="position:absolute;margin-left:282.8pt;margin-top:-.45pt;width:649.4pt;height:5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" adj="18761" fillcolor="#4f81bd" strokecolor="#243f60" strokeweight="2pt">
                <v:textbox>
                  <w:txbxContent>
                    <w:p w14:paraId="01DA04AE" w14:textId="77777777" w:rsidR="00A63ED2" w:rsidRDefault="00A63ED2" w:rsidP="00590D10">
                      <w:pPr>
                        <w:pStyle w:val="NormalWeb"/>
                        <w:jc w:val="center"/>
                        <w:textAlignment w:val="baseline"/>
                      </w:pPr>
                      <w:proofErr w:type="spellStart"/>
                      <w:proofErr w:type="gramStart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eNav</w:t>
                      </w:r>
                      <w:proofErr w:type="spellEnd"/>
                      <w:proofErr w:type="gramEnd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 INS/BES Availability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A1DDB1B" wp14:editId="566B6A88">
                <wp:simplePos x="0" y="0"/>
                <wp:positionH relativeFrom="column">
                  <wp:posOffset>1875790</wp:posOffset>
                </wp:positionH>
                <wp:positionV relativeFrom="paragraph">
                  <wp:posOffset>2034540</wp:posOffset>
                </wp:positionV>
                <wp:extent cx="8248650" cy="596900"/>
                <wp:effectExtent l="15875" t="48260" r="31750" b="21590"/>
                <wp:wrapNone/>
                <wp:docPr id="4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48650" cy="596900"/>
                        </a:xfrm>
                        <a:prstGeom prst="rightArrow">
                          <a:avLst>
                            <a:gd name="adj1" fmla="val 50000"/>
                            <a:gd name="adj2" fmla="val 50030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C47CF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Identification/development future applications and VHF/AIS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32" type="#_x0000_t13" style="position:absolute;margin-left:147.7pt;margin-top:160.2pt;width:649.5pt;height:4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" adj="20818" fillcolor="#c6d9f1" strokecolor="#243f60" strokeweight="2pt">
                <v:textbox>
                  <w:txbxContent>
                    <w:p w14:paraId="212C47CF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Identification/development future applications and VHF/AIS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1E2C76F" wp14:editId="2409D9F9">
                <wp:simplePos x="0" y="0"/>
                <wp:positionH relativeFrom="column">
                  <wp:posOffset>9896475</wp:posOffset>
                </wp:positionH>
                <wp:positionV relativeFrom="paragraph">
                  <wp:posOffset>9055100</wp:posOffset>
                </wp:positionV>
                <wp:extent cx="361950" cy="285750"/>
                <wp:effectExtent l="6985" t="10795" r="12065" b="8255"/>
                <wp:wrapNone/>
                <wp:docPr id="4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BB4EE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WRC</w:t>
                            </w:r>
                          </w:p>
                          <w:p w14:paraId="6C38E527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4" o:spid="_x0000_s1033" type="#_x0000_t202" style="position:absolute;margin-left:779.25pt;margin-top:713pt;width:28.5pt;height:2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" fillcolor="#c9f">
                <v:textbox>
                  <w:txbxContent>
                    <w:p w14:paraId="2F5BB4EE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WRC</w:t>
                      </w:r>
                    </w:p>
                    <w:p w14:paraId="6C38E527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FBE79F" wp14:editId="62F18125">
                <wp:simplePos x="0" y="0"/>
                <wp:positionH relativeFrom="column">
                  <wp:posOffset>7800340</wp:posOffset>
                </wp:positionH>
                <wp:positionV relativeFrom="paragraph">
                  <wp:posOffset>2561590</wp:posOffset>
                </wp:positionV>
                <wp:extent cx="5689600" cy="596900"/>
                <wp:effectExtent l="15875" t="51435" r="38100" b="18415"/>
                <wp:wrapNone/>
                <wp:docPr id="4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9600" cy="596900"/>
                        </a:xfrm>
                        <a:prstGeom prst="rightArrow">
                          <a:avLst>
                            <a:gd name="adj1" fmla="val 50000"/>
                            <a:gd name="adj2" fmla="val 49998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96AED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Migration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of</w:t>
                            </w: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“old”/”new” communications into 1 concept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34" type="#_x0000_t13" style="position:absolute;margin-left:614.2pt;margin-top:201.7pt;width:448pt;height:4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" adj="20467" fillcolor="#c6d9f1" strokecolor="#243f60" strokeweight="2pt">
                <v:textbox>
                  <w:txbxContent>
                    <w:p w14:paraId="0CE96AED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Migration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of</w:t>
                      </w: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“old”/”new” communications into 1 concept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5F46618" wp14:editId="6BFD9802">
                <wp:simplePos x="0" y="0"/>
                <wp:positionH relativeFrom="column">
                  <wp:posOffset>1869440</wp:posOffset>
                </wp:positionH>
                <wp:positionV relativeFrom="paragraph">
                  <wp:posOffset>2561590</wp:posOffset>
                </wp:positionV>
                <wp:extent cx="5930900" cy="596900"/>
                <wp:effectExtent l="19050" t="51435" r="31750" b="18415"/>
                <wp:wrapNone/>
                <wp:docPr id="42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900" cy="596900"/>
                        </a:xfrm>
                        <a:prstGeom prst="rightArrow">
                          <a:avLst>
                            <a:gd name="adj1" fmla="val 50000"/>
                            <a:gd name="adj2" fmla="val 50003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D9B11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Identification/development other communications methods/systems/applications e-navigation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35" type="#_x0000_t13" style="position:absolute;margin-left:147.2pt;margin-top:201.7pt;width:467pt;height:4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" adj="20513" fillcolor="#c6d9f1" strokecolor="#243f60" strokeweight="2pt">
                <v:textbox>
                  <w:txbxContent>
                    <w:p w14:paraId="31FD9B11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Identification/development other communications methods/systems/applications e-navigation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BD7724" wp14:editId="51908801">
                <wp:simplePos x="0" y="0"/>
                <wp:positionH relativeFrom="column">
                  <wp:posOffset>-810260</wp:posOffset>
                </wp:positionH>
                <wp:positionV relativeFrom="paragraph">
                  <wp:posOffset>1304290</wp:posOffset>
                </wp:positionV>
                <wp:extent cx="15138400" cy="2374900"/>
                <wp:effectExtent l="0" t="3810" r="0" b="2540"/>
                <wp:wrapNone/>
                <wp:docPr id="41" name="Rechthoe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38400" cy="2374900"/>
                        </a:xfrm>
                        <a:prstGeom prst="rect">
                          <a:avLst/>
                        </a:prstGeom>
                        <a:solidFill>
                          <a:srgbClr val="DDD8C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hoek 51" o:spid="_x0000_s1026" style="position:absolute;margin-left:-63.8pt;margin-top:102.7pt;width:1192pt;height:1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" fillcolor="#ddd8c2" stroked="f" strokeweight="2pt"/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0BE65CE" wp14:editId="135468B4">
                <wp:simplePos x="0" y="0"/>
                <wp:positionH relativeFrom="column">
                  <wp:posOffset>929640</wp:posOffset>
                </wp:positionH>
                <wp:positionV relativeFrom="paragraph">
                  <wp:posOffset>1551940</wp:posOffset>
                </wp:positionV>
                <wp:extent cx="4508500" cy="596900"/>
                <wp:effectExtent l="12700" t="51435" r="31750" b="18415"/>
                <wp:wrapNone/>
                <wp:docPr id="40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00" cy="596900"/>
                        </a:xfrm>
                        <a:prstGeom prst="rightArrow">
                          <a:avLst>
                            <a:gd name="adj1" fmla="val 50000"/>
                            <a:gd name="adj2" fmla="val 50005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CA126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AIS development / implementation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36" type="#_x0000_t13" style="position:absolute;margin-left:73.2pt;margin-top:122.2pt;width:355pt;height:4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" adj="20170" fillcolor="#c6d9f1" strokecolor="#243f60" strokeweight="2pt">
                <v:textbox>
                  <w:txbxContent>
                    <w:p w14:paraId="54BCA126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AIS development / implementation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418534" wp14:editId="749FDE20">
                <wp:simplePos x="0" y="0"/>
                <wp:positionH relativeFrom="column">
                  <wp:posOffset>11325225</wp:posOffset>
                </wp:positionH>
                <wp:positionV relativeFrom="paragraph">
                  <wp:posOffset>7519035</wp:posOffset>
                </wp:positionV>
                <wp:extent cx="785495" cy="308610"/>
                <wp:effectExtent l="0" t="0" r="0" b="0"/>
                <wp:wrapNone/>
                <wp:docPr id="39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9718C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6" o:spid="_x0000_s1037" type="#_x0000_t202" style="position:absolute;margin-left:891.75pt;margin-top:592.05pt;width:61.85pt;height:24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" fillcolor="#c6d9f1" stroked="f">
                <v:textbox>
                  <w:txbxContent>
                    <w:p w14:paraId="1BA9718C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196158" wp14:editId="4CB84037">
                <wp:simplePos x="0" y="0"/>
                <wp:positionH relativeFrom="column">
                  <wp:posOffset>8528050</wp:posOffset>
                </wp:positionH>
                <wp:positionV relativeFrom="paragraph">
                  <wp:posOffset>7493635</wp:posOffset>
                </wp:positionV>
                <wp:extent cx="785495" cy="308610"/>
                <wp:effectExtent l="635" t="1905" r="4445" b="3810"/>
                <wp:wrapNone/>
                <wp:docPr id="38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D5212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5" o:spid="_x0000_s1038" type="#_x0000_t202" style="position:absolute;margin-left:671.5pt;margin-top:590.05pt;width:61.85pt;height:24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" fillcolor="#c6d9f1" stroked="f">
                <v:textbox>
                  <w:txbxContent>
                    <w:p w14:paraId="172D5212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845040" wp14:editId="16079207">
                <wp:simplePos x="0" y="0"/>
                <wp:positionH relativeFrom="column">
                  <wp:posOffset>5794375</wp:posOffset>
                </wp:positionH>
                <wp:positionV relativeFrom="paragraph">
                  <wp:posOffset>7487920</wp:posOffset>
                </wp:positionV>
                <wp:extent cx="785495" cy="308610"/>
                <wp:effectExtent l="635" t="0" r="4445" b="0"/>
                <wp:wrapNone/>
                <wp:docPr id="37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DA5044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4" o:spid="_x0000_s1039" type="#_x0000_t202" style="position:absolute;margin-left:456.25pt;margin-top:589.6pt;width:61.85pt;height:24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" fillcolor="#c6d9f1" stroked="f">
                <v:textbox>
                  <w:txbxContent>
                    <w:p w14:paraId="0FDA5044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79C3CD" wp14:editId="49595E39">
                <wp:simplePos x="0" y="0"/>
                <wp:positionH relativeFrom="column">
                  <wp:posOffset>3203575</wp:posOffset>
                </wp:positionH>
                <wp:positionV relativeFrom="paragraph">
                  <wp:posOffset>7494270</wp:posOffset>
                </wp:positionV>
                <wp:extent cx="785495" cy="308610"/>
                <wp:effectExtent l="635" t="2540" r="4445" b="3175"/>
                <wp:wrapNone/>
                <wp:docPr id="36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819CB6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3" o:spid="_x0000_s1040" type="#_x0000_t202" style="position:absolute;margin-left:252.25pt;margin-top:590.1pt;width:61.85pt;height:24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" fillcolor="#c6d9f1" stroked="f">
                <v:textbox>
                  <w:txbxContent>
                    <w:p w14:paraId="27819CB6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8086E1" wp14:editId="51C314DE">
                <wp:simplePos x="0" y="0"/>
                <wp:positionH relativeFrom="column">
                  <wp:posOffset>590550</wp:posOffset>
                </wp:positionH>
                <wp:positionV relativeFrom="paragraph">
                  <wp:posOffset>7493635</wp:posOffset>
                </wp:positionV>
                <wp:extent cx="785495" cy="308610"/>
                <wp:effectExtent l="0" t="1905" r="0" b="3810"/>
                <wp:wrapNone/>
                <wp:docPr id="35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DB4CDA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12" o:spid="_x0000_s1041" type="#_x0000_t202" style="position:absolute;margin-left:46.5pt;margin-top:590.05pt;width:61.85pt;height:24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" fillcolor="#c6d9f1" stroked="f">
                <v:textbox>
                  <w:txbxContent>
                    <w:p w14:paraId="05DB4CDA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046C27" wp14:editId="78B5F665">
                <wp:simplePos x="0" y="0"/>
                <wp:positionH relativeFrom="column">
                  <wp:posOffset>27940</wp:posOffset>
                </wp:positionH>
                <wp:positionV relativeFrom="paragraph">
                  <wp:posOffset>8009890</wp:posOffset>
                </wp:positionV>
                <wp:extent cx="13576300" cy="0"/>
                <wp:effectExtent l="6350" t="13335" r="9525" b="5715"/>
                <wp:wrapNone/>
                <wp:docPr id="3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763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2pt,630.7pt" to="1071.2pt,6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" strokecolor="#00b0f0" strokeweight=".25pt">
                <v:stroke dashstyle="dash"/>
              </v:lin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BA85E9" wp14:editId="49B03A59">
                <wp:simplePos x="0" y="0"/>
                <wp:positionH relativeFrom="column">
                  <wp:posOffset>15240</wp:posOffset>
                </wp:positionH>
                <wp:positionV relativeFrom="paragraph">
                  <wp:posOffset>9190990</wp:posOffset>
                </wp:positionV>
                <wp:extent cx="13576300" cy="0"/>
                <wp:effectExtent l="12700" t="13335" r="12700" b="5715"/>
                <wp:wrapNone/>
                <wp:docPr id="33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763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723.7pt" to="1070.2pt,7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" strokecolor="#00b0f0" strokeweight=".25pt">
                <v:stroke dashstyle="dash"/>
              </v:line>
            </w:pict>
          </mc:Fallback>
        </mc:AlternateContent>
      </w:r>
      <w:r w:rsidRPr="00590D10">
        <w:rPr>
          <w:rFonts w:ascii="Calibri" w:eastAsia="Calibri" w:hAnsi="Calibri" w:cs="Calibri"/>
          <w:szCs w:val="22"/>
        </w:rPr>
        <w:tab/>
      </w:r>
    </w:p>
    <w:p w14:paraId="4A29C078" w14:textId="5BE4D89E" w:rsidR="00590D10" w:rsidRPr="00590D10" w:rsidRDefault="003A315E" w:rsidP="00590D10">
      <w:pPr>
        <w:spacing w:after="200" w:line="276" w:lineRule="auto"/>
        <w:rPr>
          <w:rFonts w:ascii="Calibri" w:eastAsia="Calibri" w:hAnsi="Calibri" w:cs="Calibri"/>
          <w:szCs w:val="22"/>
        </w:rPr>
        <w:sectPr w:rsidR="00590D10" w:rsidRPr="00590D10" w:rsidSect="00590D10">
          <w:pgSz w:w="23814" w:h="16839" w:orient="landscape" w:code="8"/>
          <w:pgMar w:top="851" w:right="567" w:bottom="851" w:left="567" w:header="567" w:footer="567" w:gutter="0"/>
          <w:cols w:space="708"/>
          <w:docGrid w:linePitch="360"/>
        </w:sect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3AD760B" wp14:editId="47D887F9">
                <wp:simplePos x="0" y="0"/>
                <wp:positionH relativeFrom="column">
                  <wp:posOffset>8968740</wp:posOffset>
                </wp:positionH>
                <wp:positionV relativeFrom="paragraph">
                  <wp:posOffset>4641850</wp:posOffset>
                </wp:positionV>
                <wp:extent cx="4605020" cy="622300"/>
                <wp:effectExtent l="0" t="25400" r="43180" b="63500"/>
                <wp:wrapNone/>
                <wp:docPr id="10" name="Right Arrow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05020" cy="622300"/>
                        </a:xfrm>
                        <a:prstGeom prst="rightArrow">
                          <a:avLst>
                            <a:gd name="adj1" fmla="val 50000"/>
                            <a:gd name="adj2" fmla="val 53862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6E97F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Single window implementation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2" o:spid="_x0000_s1042" type="#_x0000_t13" style="position:absolute;margin-left:706.2pt;margin-top:365.5pt;width:362.6pt;height:4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" adj="20028" fillcolor="#f79646" strokecolor="#243f60" strokeweight="2pt">
                <v:textbox>
                  <w:txbxContent>
                    <w:p w14:paraId="75F6E97F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Single window implementation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5DC726C" wp14:editId="783304E7">
                <wp:simplePos x="0" y="0"/>
                <wp:positionH relativeFrom="column">
                  <wp:posOffset>3583305</wp:posOffset>
                </wp:positionH>
                <wp:positionV relativeFrom="paragraph">
                  <wp:posOffset>4624705</wp:posOffset>
                </wp:positionV>
                <wp:extent cx="5349875" cy="626745"/>
                <wp:effectExtent l="0" t="25400" r="60325" b="59055"/>
                <wp:wrapNone/>
                <wp:docPr id="9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9875" cy="626745"/>
                        </a:xfrm>
                        <a:prstGeom prst="rightArrow">
                          <a:avLst>
                            <a:gd name="adj1" fmla="val 50000"/>
                            <a:gd name="adj2" fmla="val 62574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F0525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Shore based Single window development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43" type="#_x0000_t13" style="position:absolute;margin-left:282.15pt;margin-top:364.15pt;width:421.25pt;height:49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" adj="20017" fillcolor="#f79646" strokecolor="#243f60" strokeweight="2pt">
                <v:textbox>
                  <w:txbxContent>
                    <w:p w14:paraId="781F0525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Shore based Single window development</w:t>
                      </w:r>
                    </w:p>
                  </w:txbxContent>
                </v:textbox>
              </v:shape>
            </w:pict>
          </mc:Fallback>
        </mc:AlternateContent>
      </w:r>
      <w:r w:rsidR="00A63ED2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D91BF35" wp14:editId="22AE72BD">
                <wp:simplePos x="0" y="0"/>
                <wp:positionH relativeFrom="column">
                  <wp:posOffset>8892540</wp:posOffset>
                </wp:positionH>
                <wp:positionV relativeFrom="paragraph">
                  <wp:posOffset>5095875</wp:posOffset>
                </wp:positionV>
                <wp:extent cx="4685665" cy="566420"/>
                <wp:effectExtent l="0" t="25400" r="38735" b="43180"/>
                <wp:wrapNone/>
                <wp:docPr id="14" name="Right Arrow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5665" cy="566420"/>
                        </a:xfrm>
                        <a:prstGeom prst="rightArrow">
                          <a:avLst>
                            <a:gd name="adj1" fmla="val 50000"/>
                            <a:gd name="adj2" fmla="val 47969"/>
                          </a:avLst>
                        </a:prstGeom>
                        <a:solidFill>
                          <a:srgbClr val="C0504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62174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MSP Applications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6" o:spid="_x0000_s1044" type="#_x0000_t13" style="position:absolute;margin-left:700.2pt;margin-top:401.25pt;width:368.95pt;height:44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" adj="20347" fillcolor="#c0504d" strokecolor="#243f60" strokeweight="2pt">
                <v:textbox>
                  <w:txbxContent>
                    <w:p w14:paraId="50362174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MSP Applications</w:t>
                      </w:r>
                    </w:p>
                  </w:txbxContent>
                </v:textbox>
              </v:shape>
            </w:pict>
          </mc:Fallback>
        </mc:AlternateContent>
      </w:r>
      <w:r w:rsidR="00A63ED2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E766F40" wp14:editId="351A0296">
                <wp:simplePos x="0" y="0"/>
                <wp:positionH relativeFrom="column">
                  <wp:posOffset>1004570</wp:posOffset>
                </wp:positionH>
                <wp:positionV relativeFrom="paragraph">
                  <wp:posOffset>5064858</wp:posOffset>
                </wp:positionV>
                <wp:extent cx="7899400" cy="595532"/>
                <wp:effectExtent l="0" t="25400" r="50800" b="40005"/>
                <wp:wrapNone/>
                <wp:docPr id="13" name="Right Arrow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9400" cy="595532"/>
                        </a:xfrm>
                        <a:prstGeom prst="rightArrow">
                          <a:avLst>
                            <a:gd name="adj1" fmla="val 50000"/>
                            <a:gd name="adj2" fmla="val 77242"/>
                          </a:avLst>
                        </a:prstGeom>
                        <a:solidFill>
                          <a:srgbClr val="C0504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C39ED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Develop MSP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5" o:spid="_x0000_s1045" type="#_x0000_t13" style="position:absolute;margin-left:79.1pt;margin-top:398.8pt;width:622pt;height:46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" adj="20342" fillcolor="#c0504d" strokecolor="#243f60" strokeweight="2pt">
                <v:textbox>
                  <w:txbxContent>
                    <w:p w14:paraId="02EC39ED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Develop MSP 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8BB482B" wp14:editId="13CC5950">
                <wp:simplePos x="0" y="0"/>
                <wp:positionH relativeFrom="column">
                  <wp:posOffset>8933180</wp:posOffset>
                </wp:positionH>
                <wp:positionV relativeFrom="paragraph">
                  <wp:posOffset>8110855</wp:posOffset>
                </wp:positionV>
                <wp:extent cx="756285" cy="290830"/>
                <wp:effectExtent l="5715" t="8890" r="9525" b="5080"/>
                <wp:wrapNone/>
                <wp:docPr id="3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1746" w14:textId="77777777" w:rsidR="00A63ED2" w:rsidRPr="00590D10" w:rsidRDefault="00A63ED2" w:rsidP="00590D1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590D10">
                              <w:rPr>
                                <w:sz w:val="16"/>
                              </w:rPr>
                              <w:t>WRC 2018</w:t>
                            </w:r>
                          </w:p>
                          <w:p w14:paraId="227DBDF6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46" type="#_x0000_t202" style="position:absolute;margin-left:703.4pt;margin-top:638.65pt;width:59.55pt;height:22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" fillcolor="#c9f">
                <v:textbox>
                  <w:txbxContent>
                    <w:p w14:paraId="6C841746" w14:textId="77777777" w:rsidR="00A63ED2" w:rsidRPr="00590D10" w:rsidRDefault="00A63ED2" w:rsidP="00590D10">
                      <w:pPr>
                        <w:jc w:val="center"/>
                        <w:rPr>
                          <w:sz w:val="16"/>
                        </w:rPr>
                      </w:pPr>
                      <w:r w:rsidRPr="00590D10">
                        <w:rPr>
                          <w:sz w:val="16"/>
                        </w:rPr>
                        <w:t>WRC 2018</w:t>
                      </w:r>
                    </w:p>
                    <w:p w14:paraId="227DBDF6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8B14AD" wp14:editId="6FA4F6AE">
                <wp:simplePos x="0" y="0"/>
                <wp:positionH relativeFrom="column">
                  <wp:posOffset>309880</wp:posOffset>
                </wp:positionH>
                <wp:positionV relativeFrom="paragraph">
                  <wp:posOffset>8292465</wp:posOffset>
                </wp:positionV>
                <wp:extent cx="13277215" cy="0"/>
                <wp:effectExtent l="12065" t="9525" r="7620" b="9525"/>
                <wp:wrapNone/>
                <wp:docPr id="31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7721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4pt,652.95pt" to="1069.85pt,6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" strokecolor="#00b0f0" strokeweight=".25pt">
                <v:stroke dashstyle="dash"/>
              </v:lin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985624" wp14:editId="3D2D7054">
                <wp:simplePos x="0" y="0"/>
                <wp:positionH relativeFrom="column">
                  <wp:posOffset>321945</wp:posOffset>
                </wp:positionH>
                <wp:positionV relativeFrom="paragraph">
                  <wp:posOffset>7934960</wp:posOffset>
                </wp:positionV>
                <wp:extent cx="13269595" cy="0"/>
                <wp:effectExtent l="5080" t="13970" r="12700" b="5080"/>
                <wp:wrapNone/>
                <wp:docPr id="30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6959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35pt,624.8pt" to="1070.2pt,6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" strokecolor="#00b0f0" strokeweight=".25pt">
                <v:stroke dashstyle="dash"/>
              </v:lin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33B2AC6" wp14:editId="5FE4A2C1">
                <wp:simplePos x="0" y="0"/>
                <wp:positionH relativeFrom="column">
                  <wp:posOffset>3916680</wp:posOffset>
                </wp:positionH>
                <wp:positionV relativeFrom="paragraph">
                  <wp:posOffset>7814945</wp:posOffset>
                </wp:positionV>
                <wp:extent cx="713105" cy="357505"/>
                <wp:effectExtent l="8890" t="8255" r="11430" b="5715"/>
                <wp:wrapNone/>
                <wp:docPr id="29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357505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88DCDD" w14:textId="77777777" w:rsidR="00A63ED2" w:rsidRPr="00CD217C" w:rsidRDefault="00A63ED2" w:rsidP="00590D1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CD217C">
                              <w:rPr>
                                <w:sz w:val="16"/>
                              </w:rPr>
                              <w:t xml:space="preserve">IALA </w:t>
                            </w:r>
                            <w:r w:rsidRPr="00CD217C">
                              <w:rPr>
                                <w:sz w:val="16"/>
                              </w:rPr>
                              <w:br/>
                              <w:t>Conference</w:t>
                            </w:r>
                          </w:p>
                          <w:p w14:paraId="518DE878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47" type="#_x0000_t202" style="position:absolute;margin-left:308.4pt;margin-top:615.35pt;width:56.15pt;height:28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" fillcolor="#c9f">
                <v:textbox>
                  <w:txbxContent>
                    <w:p w14:paraId="4488DCDD" w14:textId="77777777" w:rsidR="00A63ED2" w:rsidRPr="00CD217C" w:rsidRDefault="00A63ED2" w:rsidP="00590D10">
                      <w:pPr>
                        <w:jc w:val="center"/>
                        <w:rPr>
                          <w:sz w:val="16"/>
                        </w:rPr>
                      </w:pPr>
                      <w:r w:rsidRPr="00CD217C">
                        <w:rPr>
                          <w:sz w:val="16"/>
                        </w:rPr>
                        <w:t xml:space="preserve">IALA </w:t>
                      </w:r>
                      <w:r w:rsidRPr="00CD217C">
                        <w:rPr>
                          <w:sz w:val="16"/>
                        </w:rPr>
                        <w:br/>
                        <w:t>Conference</w:t>
                      </w:r>
                    </w:p>
                    <w:p w14:paraId="518DE878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144A220" wp14:editId="210C8190">
                <wp:simplePos x="0" y="0"/>
                <wp:positionH relativeFrom="column">
                  <wp:posOffset>-199390</wp:posOffset>
                </wp:positionH>
                <wp:positionV relativeFrom="paragraph">
                  <wp:posOffset>409575</wp:posOffset>
                </wp:positionV>
                <wp:extent cx="785495" cy="357505"/>
                <wp:effectExtent l="21590" t="18415" r="20955" b="15240"/>
                <wp:wrapNone/>
                <wp:docPr id="2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785495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7C47A8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PNT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8" style="position:absolute;margin-left:-15.65pt;margin-top:32.25pt;width:61.85pt;height:28.15pt;rotation:-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" strokecolor="#f79646" strokeweight="2pt">
                <v:textbox style="layout-flow:vertical;mso-layout-flow-alt:bottom-to-top">
                  <w:txbxContent>
                    <w:p w14:paraId="6F7C47A8" w14:textId="77777777" w:rsidR="00A63ED2" w:rsidRDefault="00A63ED2" w:rsidP="00590D10">
                      <w:pPr>
                        <w:pStyle w:val="NormalWeb"/>
                        <w:jc w:val="center"/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PNT</w:t>
                      </w:r>
                    </w:p>
                  </w:txbxContent>
                </v:textbox>
              </v:rect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7D34647" wp14:editId="7F3C113E">
                <wp:simplePos x="0" y="0"/>
                <wp:positionH relativeFrom="column">
                  <wp:posOffset>-186055</wp:posOffset>
                </wp:positionH>
                <wp:positionV relativeFrom="paragraph">
                  <wp:posOffset>7957185</wp:posOffset>
                </wp:positionV>
                <wp:extent cx="342900" cy="649605"/>
                <wp:effectExtent l="10160" t="8890" r="6985" b="10160"/>
                <wp:wrapNone/>
                <wp:docPr id="2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342900" cy="6496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5385F" w14:textId="77777777" w:rsidR="00A63ED2" w:rsidRPr="00DE1EC5" w:rsidRDefault="00A63ED2" w:rsidP="00590D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WRC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49" type="#_x0000_t202" style="position:absolute;margin-left:-14.6pt;margin-top:626.55pt;width:27pt;height:51.15pt;rotation:-9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" fillcolor="yellow">
                <v:textbox>
                  <w:txbxContent>
                    <w:p w14:paraId="6065385F" w14:textId="77777777" w:rsidR="00A63ED2" w:rsidRPr="00DE1EC5" w:rsidRDefault="00A63ED2" w:rsidP="00590D1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WRC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E6E76AD" wp14:editId="2ECBAE21">
                <wp:simplePos x="0" y="0"/>
                <wp:positionH relativeFrom="column">
                  <wp:posOffset>955040</wp:posOffset>
                </wp:positionH>
                <wp:positionV relativeFrom="paragraph">
                  <wp:posOffset>6747510</wp:posOffset>
                </wp:positionV>
                <wp:extent cx="12534900" cy="596900"/>
                <wp:effectExtent l="19050" t="45720" r="38100" b="14605"/>
                <wp:wrapNone/>
                <wp:docPr id="26" name="Right Arrow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34900" cy="596900"/>
                        </a:xfrm>
                        <a:prstGeom prst="rightArrow">
                          <a:avLst>
                            <a:gd name="adj1" fmla="val 50000"/>
                            <a:gd name="adj2" fmla="val 53861"/>
                          </a:avLst>
                        </a:prstGeom>
                        <a:solidFill>
                          <a:srgbClr val="4BACC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E8AC1D" w14:textId="77777777" w:rsidR="00A63ED2" w:rsidRPr="007B4DA6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Review of Legacy Systems (LRIT, Paper Charts, NAVTEX, etc</w:t>
                            </w:r>
                            <w:proofErr w:type="gramStart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..</w:t>
                            </w:r>
                            <w:proofErr w:type="gramEnd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33" o:spid="_x0000_s1050" type="#_x0000_t13" style="position:absolute;margin-left:75.2pt;margin-top:531.3pt;width:987pt;height:4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" adj="21046" fillcolor="#4bacc6" strokecolor="#243f60" strokeweight="2pt">
                <v:textbox>
                  <w:txbxContent>
                    <w:p w14:paraId="2FE8AC1D" w14:textId="77777777" w:rsidR="00A63ED2" w:rsidRPr="007B4DA6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Review of Legacy Systems (LRIT, Paper Charts, NAVTEX, etc</w:t>
                      </w:r>
                      <w:proofErr w:type="gramStart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..</w:t>
                      </w:r>
                      <w:proofErr w:type="gramEnd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6E3F550" wp14:editId="0246E94A">
                <wp:simplePos x="0" y="0"/>
                <wp:positionH relativeFrom="column">
                  <wp:posOffset>993140</wp:posOffset>
                </wp:positionH>
                <wp:positionV relativeFrom="paragraph">
                  <wp:posOffset>5836920</wp:posOffset>
                </wp:positionV>
                <wp:extent cx="3808095" cy="1388110"/>
                <wp:effectExtent l="19050" t="40005" r="40005" b="38735"/>
                <wp:wrapNone/>
                <wp:docPr id="25" name="Right Arrow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8095" cy="1388110"/>
                        </a:xfrm>
                        <a:prstGeom prst="rightArrow">
                          <a:avLst>
                            <a:gd name="adj1" fmla="val 50000"/>
                            <a:gd name="adj2" fmla="val 74757"/>
                          </a:avLst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FFB90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 xml:space="preserve">Develop </w:t>
                            </w:r>
                            <w:proofErr w:type="spellStart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>eNav</w:t>
                            </w:r>
                            <w:proofErr w:type="spellEnd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 xml:space="preserve"> Implementation Strategy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1" o:spid="_x0000_s1051" type="#_x0000_t13" style="position:absolute;margin-left:78.2pt;margin-top:459.6pt;width:299.85pt;height:109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" adj="15714" fillcolor="red" strokecolor="#243f60" strokeweight="2pt">
                <v:textbox>
                  <w:txbxContent>
                    <w:p w14:paraId="322FFB90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 xml:space="preserve">Develop </w:t>
                      </w:r>
                      <w:proofErr w:type="spellStart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>eNav</w:t>
                      </w:r>
                      <w:proofErr w:type="spellEnd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 xml:space="preserve"> Implementation Strategy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5706C95" wp14:editId="750292E1">
                <wp:simplePos x="0" y="0"/>
                <wp:positionH relativeFrom="column">
                  <wp:posOffset>993140</wp:posOffset>
                </wp:positionH>
                <wp:positionV relativeFrom="paragraph">
                  <wp:posOffset>6210935</wp:posOffset>
                </wp:positionV>
                <wp:extent cx="12534900" cy="596900"/>
                <wp:effectExtent l="19050" t="42545" r="38100" b="17780"/>
                <wp:wrapNone/>
                <wp:docPr id="24" name="Right Arrow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34900" cy="596900"/>
                        </a:xfrm>
                        <a:prstGeom prst="rightArrow">
                          <a:avLst>
                            <a:gd name="adj1" fmla="val 50000"/>
                            <a:gd name="adj2" fmla="val 53861"/>
                          </a:avLst>
                        </a:prstGeom>
                        <a:solidFill>
                          <a:srgbClr val="4BACC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BE6A1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Review of Regulatory Process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32" o:spid="_x0000_s1052" type="#_x0000_t13" style="position:absolute;margin-left:78.2pt;margin-top:489.05pt;width:987pt;height:4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" adj="21046" fillcolor="#4bacc6" strokecolor="#243f60" strokeweight="2pt">
                <v:textbox>
                  <w:txbxContent>
                    <w:p w14:paraId="2A2BE6A1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Review of Regulatory Process  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EC9B127" wp14:editId="1A9E2945">
                <wp:simplePos x="0" y="0"/>
                <wp:positionH relativeFrom="column">
                  <wp:posOffset>993140</wp:posOffset>
                </wp:positionH>
                <wp:positionV relativeFrom="paragraph">
                  <wp:posOffset>5614035</wp:posOffset>
                </wp:positionV>
                <wp:extent cx="12534900" cy="596900"/>
                <wp:effectExtent l="19050" t="45720" r="38100" b="14605"/>
                <wp:wrapNone/>
                <wp:docPr id="23" name="Right Arrow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34900" cy="596900"/>
                        </a:xfrm>
                        <a:prstGeom prst="rightArrow">
                          <a:avLst>
                            <a:gd name="adj1" fmla="val 50000"/>
                            <a:gd name="adj2" fmla="val 53861"/>
                          </a:avLst>
                        </a:prstGeom>
                        <a:solidFill>
                          <a:srgbClr val="4BACC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9CB636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Review of Competency and training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31" o:spid="_x0000_s1053" type="#_x0000_t13" style="position:absolute;margin-left:78.2pt;margin-top:442.05pt;width:987pt;height:4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" adj="21046" fillcolor="#4bacc6" strokecolor="#243f60" strokeweight="2pt">
                <v:textbox>
                  <w:txbxContent>
                    <w:p w14:paraId="109CB636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Review of Competency and training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A1F889" wp14:editId="20C869A7">
                <wp:simplePos x="0" y="0"/>
                <wp:positionH relativeFrom="column">
                  <wp:posOffset>10258425</wp:posOffset>
                </wp:positionH>
                <wp:positionV relativeFrom="paragraph">
                  <wp:posOffset>1500505</wp:posOffset>
                </wp:positionV>
                <wp:extent cx="3219450" cy="941070"/>
                <wp:effectExtent l="16510" t="56515" r="31115" b="21590"/>
                <wp:wrapNone/>
                <wp:docPr id="22" name="Right Arrow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9450" cy="941070"/>
                        </a:xfrm>
                        <a:prstGeom prst="rightArrow">
                          <a:avLst>
                            <a:gd name="adj1" fmla="val 50000"/>
                            <a:gd name="adj2" fmla="val 31708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069A1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BC60F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VDES development / implementation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4" o:spid="_x0000_s1054" type="#_x0000_t13" style="position:absolute;margin-left:807.75pt;margin-top:118.15pt;width:253.5pt;height:74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" adj="19598" fillcolor="#c6d9f1" strokecolor="#243f60" strokeweight="2pt">
                <v:textbox>
                  <w:txbxContent>
                    <w:p w14:paraId="127069A1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BC60F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VDES development / implementation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89E2E4" wp14:editId="1BD219A6">
                <wp:simplePos x="0" y="0"/>
                <wp:positionH relativeFrom="column">
                  <wp:posOffset>-168910</wp:posOffset>
                </wp:positionH>
                <wp:positionV relativeFrom="paragraph">
                  <wp:posOffset>7573010</wp:posOffset>
                </wp:positionV>
                <wp:extent cx="320040" cy="661670"/>
                <wp:effectExtent l="10160" t="13335" r="13970" b="9525"/>
                <wp:wrapNone/>
                <wp:docPr id="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320040" cy="66167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E0447" w14:textId="77777777" w:rsidR="00A63ED2" w:rsidRPr="00DE1EC5" w:rsidRDefault="00A63ED2" w:rsidP="00590D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IALA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55" type="#_x0000_t202" style="position:absolute;margin-left:-13.25pt;margin-top:596.3pt;width:25.2pt;height:52.1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" fillcolor="yellow">
                <v:textbox>
                  <w:txbxContent>
                    <w:p w14:paraId="413E0447" w14:textId="77777777" w:rsidR="00A63ED2" w:rsidRPr="00DE1EC5" w:rsidRDefault="00A63ED2" w:rsidP="00590D1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2EC075" wp14:editId="2A9A2976">
                <wp:simplePos x="0" y="0"/>
                <wp:positionH relativeFrom="column">
                  <wp:posOffset>-173990</wp:posOffset>
                </wp:positionH>
                <wp:positionV relativeFrom="paragraph">
                  <wp:posOffset>7190740</wp:posOffset>
                </wp:positionV>
                <wp:extent cx="342900" cy="649605"/>
                <wp:effectExtent l="12700" t="13970" r="13970" b="5080"/>
                <wp:wrapNone/>
                <wp:docPr id="2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342900" cy="6496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3B0E7" w14:textId="77777777" w:rsidR="00A63ED2" w:rsidRPr="00DE1EC5" w:rsidRDefault="00A63ED2" w:rsidP="00590D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E1EC5">
                              <w:rPr>
                                <w:b/>
                                <w:bCs/>
                              </w:rPr>
                              <w:t>IMO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56" type="#_x0000_t202" style="position:absolute;margin-left:-13.65pt;margin-top:566.2pt;width:27pt;height:51.15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" fillcolor="yellow">
                <v:textbox>
                  <w:txbxContent>
                    <w:p w14:paraId="6CE3B0E7" w14:textId="77777777" w:rsidR="00A63ED2" w:rsidRPr="00DE1EC5" w:rsidRDefault="00A63ED2" w:rsidP="00590D10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DE1EC5">
                        <w:rPr>
                          <w:b/>
                          <w:bCs/>
                        </w:rPr>
                        <w:t>IMO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356F5A" wp14:editId="57FDC794">
                <wp:simplePos x="0" y="0"/>
                <wp:positionH relativeFrom="column">
                  <wp:posOffset>-163830</wp:posOffset>
                </wp:positionH>
                <wp:positionV relativeFrom="paragraph">
                  <wp:posOffset>5161280</wp:posOffset>
                </wp:positionV>
                <wp:extent cx="714375" cy="356870"/>
                <wp:effectExtent l="12700" t="13970" r="20955" b="14605"/>
                <wp:wrapNone/>
                <wp:docPr id="1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714375" cy="356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108EC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MSP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57" style="position:absolute;margin-left:-12.85pt;margin-top:406.4pt;width:56.25pt;height:28.1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" strokecolor="#f79646" strokeweight="2pt">
                <v:textbox style="layout-flow:vertical;mso-layout-flow-alt:bottom-to-top">
                  <w:txbxContent>
                    <w:p w14:paraId="715108EC" w14:textId="77777777" w:rsidR="00A63ED2" w:rsidRDefault="00A63ED2" w:rsidP="00590D10">
                      <w:pPr>
                        <w:pStyle w:val="NormalWeb"/>
                        <w:jc w:val="center"/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MSP</w:t>
                      </w:r>
                    </w:p>
                  </w:txbxContent>
                </v:textbox>
              </v:rect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DE6A95" wp14:editId="18ABAC99">
                <wp:simplePos x="0" y="0"/>
                <wp:positionH relativeFrom="column">
                  <wp:posOffset>-365125</wp:posOffset>
                </wp:positionH>
                <wp:positionV relativeFrom="paragraph">
                  <wp:posOffset>3885565</wp:posOffset>
                </wp:positionV>
                <wp:extent cx="1143000" cy="356870"/>
                <wp:effectExtent l="15875" t="19685" r="17780" b="18415"/>
                <wp:wrapNone/>
                <wp:docPr id="1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1143000" cy="356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57C97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CMDS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58" style="position:absolute;margin-left:-28.7pt;margin-top:305.95pt;width:90pt;height:28.1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" strokecolor="#f79646" strokeweight="2pt">
                <v:textbox style="layout-flow:vertical;mso-layout-flow-alt:bottom-to-top">
                  <w:txbxContent>
                    <w:p w14:paraId="6A157C97" w14:textId="77777777" w:rsidR="00A63ED2" w:rsidRDefault="00A63ED2" w:rsidP="00590D10">
                      <w:pPr>
                        <w:pStyle w:val="NormalWeb"/>
                        <w:jc w:val="center"/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CMDS</w:t>
                      </w:r>
                    </w:p>
                  </w:txbxContent>
                </v:textbox>
              </v:rect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093497" wp14:editId="35333184">
                <wp:simplePos x="0" y="0"/>
                <wp:positionH relativeFrom="column">
                  <wp:posOffset>-274320</wp:posOffset>
                </wp:positionH>
                <wp:positionV relativeFrom="paragraph">
                  <wp:posOffset>1600200</wp:posOffset>
                </wp:positionV>
                <wp:extent cx="928370" cy="349250"/>
                <wp:effectExtent l="12700" t="19050" r="19050" b="14605"/>
                <wp:wrapNone/>
                <wp:docPr id="1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928370" cy="34925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148CD6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Comms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59" style="position:absolute;margin-left:-21.55pt;margin-top:126pt;width:73.1pt;height:27.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" fillcolor="#c6d9f1" strokecolor="#f79646" strokeweight="2pt">
                <v:textbox style="layout-flow:vertical;mso-layout-flow-alt:bottom-to-top">
                  <w:txbxContent>
                    <w:p w14:paraId="6C148CD6" w14:textId="77777777" w:rsidR="00A63ED2" w:rsidRDefault="00A63ED2" w:rsidP="00590D10">
                      <w:pPr>
                        <w:pStyle w:val="NormalWeb"/>
                        <w:jc w:val="center"/>
                      </w:pPr>
                      <w:proofErr w:type="spellStart"/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Comms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FF5253" wp14:editId="6905E48F">
                <wp:simplePos x="0" y="0"/>
                <wp:positionH relativeFrom="column">
                  <wp:posOffset>6263640</wp:posOffset>
                </wp:positionH>
                <wp:positionV relativeFrom="paragraph">
                  <wp:posOffset>323215</wp:posOffset>
                </wp:positionV>
                <wp:extent cx="7327900" cy="774700"/>
                <wp:effectExtent l="12700" t="50800" r="31750" b="22225"/>
                <wp:wrapNone/>
                <wp:docPr id="16" name="Right Arrow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27900" cy="774700"/>
                        </a:xfrm>
                        <a:prstGeom prst="rightArrow">
                          <a:avLst>
                            <a:gd name="adj1" fmla="val 50000"/>
                            <a:gd name="adj2" fmla="val 50010"/>
                          </a:avLst>
                        </a:prstGeom>
                        <a:solidFill>
                          <a:srgbClr val="9BBB59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BC0A3" w14:textId="77777777" w:rsidR="00A63ED2" w:rsidRPr="004C505E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Implement integrated PNT including WWRNS, resiliency and multi-system receiver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7" o:spid="_x0000_s1060" type="#_x0000_t13" style="position:absolute;margin-left:493.2pt;margin-top:25.45pt;width:577pt;height:6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" adj="20458" fillcolor="#9bbb59" strokecolor="#243f60" strokeweight="2pt">
                <v:textbox>
                  <w:txbxContent>
                    <w:p w14:paraId="223BC0A3" w14:textId="77777777" w:rsidR="00A63ED2" w:rsidRPr="004C505E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Implement integrated PNT including WWRNS, resiliency and multi-system receiver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1E3AD0" wp14:editId="67324F3A">
                <wp:simplePos x="0" y="0"/>
                <wp:positionH relativeFrom="column">
                  <wp:posOffset>942340</wp:posOffset>
                </wp:positionH>
                <wp:positionV relativeFrom="paragraph">
                  <wp:posOffset>161290</wp:posOffset>
                </wp:positionV>
                <wp:extent cx="5265420" cy="1111250"/>
                <wp:effectExtent l="15875" t="60325" r="33655" b="19050"/>
                <wp:wrapNone/>
                <wp:docPr id="15" name="Right Arrow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5420" cy="1111250"/>
                        </a:xfrm>
                        <a:prstGeom prst="rightArrow">
                          <a:avLst>
                            <a:gd name="adj1" fmla="val 50000"/>
                            <a:gd name="adj2" fmla="val 30865"/>
                          </a:avLst>
                        </a:prstGeom>
                        <a:solidFill>
                          <a:srgbClr val="9BBB59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992BA" w14:textId="77777777" w:rsidR="00A63ED2" w:rsidRPr="00686674" w:rsidRDefault="00A63ED2" w:rsidP="00590D10">
                            <w:pPr>
                              <w:pStyle w:val="NormalWeb"/>
                              <w:tabs>
                                <w:tab w:val="left" w:pos="0"/>
                              </w:tabs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Develop integrated PNT including WWRNS, resiliency and multi-system receiver.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6" o:spid="_x0000_s1061" type="#_x0000_t13" style="position:absolute;margin-left:74.2pt;margin-top:12.7pt;width:414.6pt;height:8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" adj="20193" fillcolor="#9bbb59" strokecolor="#243f60" strokeweight="2pt">
                <v:textbox>
                  <w:txbxContent>
                    <w:p w14:paraId="3B4992BA" w14:textId="77777777" w:rsidR="00A63ED2" w:rsidRPr="00686674" w:rsidRDefault="00A63ED2" w:rsidP="00590D10">
                      <w:pPr>
                        <w:pStyle w:val="NormalWeb"/>
                        <w:tabs>
                          <w:tab w:val="left" w:pos="0"/>
                        </w:tabs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Develop integrated PNT including WWRNS, resiliency and multi-system receiver.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E24EF1E" wp14:editId="19F64883">
                <wp:simplePos x="0" y="0"/>
                <wp:positionH relativeFrom="column">
                  <wp:posOffset>965835</wp:posOffset>
                </wp:positionH>
                <wp:positionV relativeFrom="paragraph">
                  <wp:posOffset>4018915</wp:posOffset>
                </wp:positionV>
                <wp:extent cx="7967345" cy="567690"/>
                <wp:effectExtent l="20320" t="41275" r="41910" b="19685"/>
                <wp:wrapNone/>
                <wp:docPr id="12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7345" cy="567690"/>
                        </a:xfrm>
                        <a:prstGeom prst="rightArrow">
                          <a:avLst>
                            <a:gd name="adj1" fmla="val 50000"/>
                            <a:gd name="adj2" fmla="val 93175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8C4C8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Development of IHO Registry Applications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62" type="#_x0000_t13" style="position:absolute;margin-left:76.05pt;margin-top:316.45pt;width:627.35pt;height:44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" adj="20166" fillcolor="#f79646" strokecolor="#243f60" strokeweight="2pt">
                <v:textbox>
                  <w:txbxContent>
                    <w:p w14:paraId="5DC8C4C8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Development of IHO Registry Applications 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84891C0" wp14:editId="7556FFC2">
                <wp:simplePos x="0" y="0"/>
                <wp:positionH relativeFrom="column">
                  <wp:posOffset>8933180</wp:posOffset>
                </wp:positionH>
                <wp:positionV relativeFrom="paragraph">
                  <wp:posOffset>3999230</wp:posOffset>
                </wp:positionV>
                <wp:extent cx="4640580" cy="567690"/>
                <wp:effectExtent l="15240" t="50165" r="40005" b="20320"/>
                <wp:wrapNone/>
                <wp:docPr id="11" name="Right Arrow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0580" cy="567690"/>
                        </a:xfrm>
                        <a:prstGeom prst="rightArrow">
                          <a:avLst>
                            <a:gd name="adj1" fmla="val 50000"/>
                            <a:gd name="adj2" fmla="val 54270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7DA450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Implementation of IHO Registry Applications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1" o:spid="_x0000_s1063" type="#_x0000_t13" style="position:absolute;margin-left:703.4pt;margin-top:314.9pt;width:365.4pt;height:44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" adj="20166" fillcolor="#f79646" strokecolor="#243f60" strokeweight="2pt">
                <v:textbox>
                  <w:txbxContent>
                    <w:p w14:paraId="6C7DA450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Implementation of IHO Registry Applications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B9398A" wp14:editId="64E11DA6">
                <wp:simplePos x="0" y="0"/>
                <wp:positionH relativeFrom="column">
                  <wp:posOffset>925195</wp:posOffset>
                </wp:positionH>
                <wp:positionV relativeFrom="paragraph">
                  <wp:posOffset>3356610</wp:posOffset>
                </wp:positionV>
                <wp:extent cx="6171565" cy="642620"/>
                <wp:effectExtent l="17780" t="45720" r="40005" b="16510"/>
                <wp:wrapNone/>
                <wp:docPr id="8" name="Right Arrow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1565" cy="642620"/>
                        </a:xfrm>
                        <a:prstGeom prst="rightArrow">
                          <a:avLst>
                            <a:gd name="adj1" fmla="val 50000"/>
                            <a:gd name="adj2" fmla="val 49664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A3E2D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Develop Applications for standard reporting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7" o:spid="_x0000_s1064" type="#_x0000_t13" style="position:absolute;margin-left:72.85pt;margin-top:264.3pt;width:485.95pt;height:50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" adj="20483" fillcolor="#f79646" strokecolor="#243f60" strokeweight="2pt">
                <v:textbox>
                  <w:txbxContent>
                    <w:p w14:paraId="203A3E2D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Develop Applications for standard reporting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B3B6430" wp14:editId="207F5B15">
                <wp:simplePos x="0" y="0"/>
                <wp:positionH relativeFrom="column">
                  <wp:posOffset>7096760</wp:posOffset>
                </wp:positionH>
                <wp:positionV relativeFrom="paragraph">
                  <wp:posOffset>3356610</wp:posOffset>
                </wp:positionV>
                <wp:extent cx="6490335" cy="642620"/>
                <wp:effectExtent l="17145" t="45720" r="36195" b="16510"/>
                <wp:wrapNone/>
                <wp:docPr id="7" name="Right Arrow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0335" cy="642620"/>
                        </a:xfrm>
                        <a:prstGeom prst="rightArrow">
                          <a:avLst>
                            <a:gd name="adj1" fmla="val 50000"/>
                            <a:gd name="adj2" fmla="val 49657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BBA61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Applications for standard reporting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0" o:spid="_x0000_s1065" type="#_x0000_t13" style="position:absolute;margin-left:558.8pt;margin-top:264.3pt;width:511.05pt;height:50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" adj="20538" fillcolor="#f79646" strokecolor="#243f60" strokeweight="2pt">
                <v:textbox>
                  <w:txbxContent>
                    <w:p w14:paraId="64FBBA61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Applications for standard reporting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D5FFB5" wp14:editId="3CBF9CBE">
                <wp:simplePos x="0" y="0"/>
                <wp:positionH relativeFrom="column">
                  <wp:posOffset>929640</wp:posOffset>
                </wp:positionH>
                <wp:positionV relativeFrom="paragraph">
                  <wp:posOffset>2759710</wp:posOffset>
                </wp:positionV>
                <wp:extent cx="7962900" cy="596900"/>
                <wp:effectExtent l="12700" t="39370" r="44450" b="20955"/>
                <wp:wrapNone/>
                <wp:docPr id="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2900" cy="596900"/>
                        </a:xfrm>
                        <a:prstGeom prst="rightArrow">
                          <a:avLst>
                            <a:gd name="adj1" fmla="val 50000"/>
                            <a:gd name="adj2" fmla="val 87083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2D527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GMDSS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66" type="#_x0000_t13" style="position:absolute;margin-left:73.2pt;margin-top:217.3pt;width:627pt;height:4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" adj="20190" fillcolor="#c6d9f1" strokecolor="#243f60" strokeweight="2pt">
                <v:textbox>
                  <w:txbxContent>
                    <w:p w14:paraId="71F2D527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GMDSS Review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ED04A2" wp14:editId="28D78C00">
                <wp:simplePos x="0" y="0"/>
                <wp:positionH relativeFrom="column">
                  <wp:posOffset>8933180</wp:posOffset>
                </wp:positionH>
                <wp:positionV relativeFrom="paragraph">
                  <wp:posOffset>2759710</wp:posOffset>
                </wp:positionV>
                <wp:extent cx="4556760" cy="596900"/>
                <wp:effectExtent l="15240" t="67945" r="28575" b="68580"/>
                <wp:wrapNone/>
                <wp:docPr id="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6760" cy="596900"/>
                        </a:xfrm>
                        <a:prstGeom prst="rightArrow">
                          <a:avLst>
                            <a:gd name="adj1" fmla="val 50000"/>
                            <a:gd name="adj2" fmla="val 2852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0DE45D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Modernization of</w:t>
                            </w: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GMDSS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67" type="#_x0000_t13" style="position:absolute;margin-left:703.4pt;margin-top:217.3pt;width:358.8pt;height:4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" adj="20793" fillcolor="#c6d9f1" strokecolor="#243f60" strokeweight="2pt">
                <v:textbox>
                  <w:txbxContent>
                    <w:p w14:paraId="640DE45D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Modernization of</w:t>
                      </w: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GMDSS 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022AAF9" wp14:editId="7D05FD87">
                <wp:simplePos x="0" y="0"/>
                <wp:positionH relativeFrom="column">
                  <wp:posOffset>5518785</wp:posOffset>
                </wp:positionH>
                <wp:positionV relativeFrom="paragraph">
                  <wp:posOffset>8110855</wp:posOffset>
                </wp:positionV>
                <wp:extent cx="816610" cy="290830"/>
                <wp:effectExtent l="10795" t="8890" r="10795" b="5080"/>
                <wp:wrapNone/>
                <wp:docPr id="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6610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BC870" w14:textId="77777777" w:rsidR="00A63ED2" w:rsidRPr="00762D7C" w:rsidRDefault="00A63ED2" w:rsidP="00590D1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WRC 2015</w:t>
                            </w:r>
                          </w:p>
                          <w:p w14:paraId="6DD54FFE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68" type="#_x0000_t202" style="position:absolute;margin-left:434.55pt;margin-top:638.65pt;width:64.3pt;height:22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" fillcolor="#c9f">
                <v:textbox>
                  <w:txbxContent>
                    <w:p w14:paraId="5DCBC870" w14:textId="77777777" w:rsidR="00A63ED2" w:rsidRPr="00762D7C" w:rsidRDefault="00A63ED2" w:rsidP="00590D1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WRC 2015</w:t>
                      </w:r>
                    </w:p>
                    <w:p w14:paraId="6DD54FFE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9DC139C" wp14:editId="3AE93358">
                <wp:simplePos x="0" y="0"/>
                <wp:positionH relativeFrom="column">
                  <wp:posOffset>4251960</wp:posOffset>
                </wp:positionH>
                <wp:positionV relativeFrom="paragraph">
                  <wp:posOffset>7519670</wp:posOffset>
                </wp:positionV>
                <wp:extent cx="667385" cy="290830"/>
                <wp:effectExtent l="10795" t="8255" r="7620" b="5715"/>
                <wp:wrapNone/>
                <wp:docPr id="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1EEDF7" w14:textId="77777777" w:rsidR="00A63ED2" w:rsidRPr="00762D7C" w:rsidRDefault="00A63ED2" w:rsidP="00590D1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MSC 94</w:t>
                            </w:r>
                          </w:p>
                          <w:p w14:paraId="4F9BE6E9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69" type="#_x0000_t202" style="position:absolute;margin-left:334.8pt;margin-top:592.1pt;width:52.55pt;height:22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" fillcolor="#c9f">
                <v:textbox>
                  <w:txbxContent>
                    <w:p w14:paraId="3A1EEDF7" w14:textId="77777777" w:rsidR="00A63ED2" w:rsidRPr="00762D7C" w:rsidRDefault="00A63ED2" w:rsidP="00590D1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MSC 94</w:t>
                      </w:r>
                    </w:p>
                    <w:p w14:paraId="4F9BE6E9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F63917C" wp14:editId="49D105B5">
                <wp:simplePos x="0" y="0"/>
                <wp:positionH relativeFrom="column">
                  <wp:posOffset>2743835</wp:posOffset>
                </wp:positionH>
                <wp:positionV relativeFrom="paragraph">
                  <wp:posOffset>7519670</wp:posOffset>
                </wp:positionV>
                <wp:extent cx="667385" cy="290830"/>
                <wp:effectExtent l="7620" t="8255" r="10795" b="5715"/>
                <wp:wrapNone/>
                <wp:docPr id="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47C5C" w14:textId="77777777" w:rsidR="00A63ED2" w:rsidRPr="00762D7C" w:rsidRDefault="00A63ED2" w:rsidP="00590D1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MSC 92</w:t>
                            </w:r>
                          </w:p>
                          <w:p w14:paraId="1DE3A213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70" type="#_x0000_t202" style="position:absolute;margin-left:216.05pt;margin-top:592.1pt;width:52.55pt;height:22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" fillcolor="#c9f">
                <v:textbox>
                  <w:txbxContent>
                    <w:p w14:paraId="45C47C5C" w14:textId="77777777" w:rsidR="00A63ED2" w:rsidRPr="00762D7C" w:rsidRDefault="00A63ED2" w:rsidP="00590D1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MSC 92</w:t>
                      </w:r>
                    </w:p>
                    <w:p w14:paraId="1DE3A213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2D4CB6A" wp14:editId="688C9977">
                <wp:simplePos x="0" y="0"/>
                <wp:positionH relativeFrom="column">
                  <wp:posOffset>1228090</wp:posOffset>
                </wp:positionH>
                <wp:positionV relativeFrom="paragraph">
                  <wp:posOffset>7524115</wp:posOffset>
                </wp:positionV>
                <wp:extent cx="667385" cy="290830"/>
                <wp:effectExtent l="6350" t="12700" r="12065" b="1079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1D2B9" w14:textId="77777777" w:rsidR="00A63ED2" w:rsidRPr="00762D7C" w:rsidRDefault="00A63ED2" w:rsidP="00590D1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MSC 90</w:t>
                            </w:r>
                          </w:p>
                          <w:p w14:paraId="204DDC39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71" type="#_x0000_t202" style="position:absolute;margin-left:96.7pt;margin-top:592.45pt;width:52.55pt;height:22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" fillcolor="#c9f">
                <v:textbox>
                  <w:txbxContent>
                    <w:p w14:paraId="2791D2B9" w14:textId="77777777" w:rsidR="00A63ED2" w:rsidRPr="00762D7C" w:rsidRDefault="00A63ED2" w:rsidP="00590D1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MSC 90</w:t>
                      </w:r>
                    </w:p>
                    <w:p w14:paraId="204DDC39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EC9A791" w14:textId="77777777" w:rsidR="0015521E" w:rsidRDefault="0015521E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41E3CFDC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5BAA0150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24014476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5FAC3A02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6D3A4214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6F05F3EC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526B8BE9" w14:textId="1045137A" w:rsidR="00A63ED2" w:rsidRPr="00344F57" w:rsidRDefault="00344F57" w:rsidP="00590D10">
      <w:pPr>
        <w:spacing w:after="200" w:line="276" w:lineRule="auto"/>
        <w:jc w:val="center"/>
        <w:rPr>
          <w:rFonts w:eastAsia="Calibri" w:cs="Arial"/>
          <w:b/>
          <w:bCs/>
          <w:sz w:val="40"/>
          <w:szCs w:val="40"/>
        </w:rPr>
      </w:pPr>
      <w:r w:rsidRPr="00344F57">
        <w:rPr>
          <w:rFonts w:eastAsia="Calibri" w:cs="Arial"/>
          <w:b/>
          <w:bCs/>
          <w:sz w:val="40"/>
          <w:szCs w:val="40"/>
        </w:rPr>
        <w:t>This page is intentionally blank</w:t>
      </w:r>
    </w:p>
    <w:p w14:paraId="02E34822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6452F5B3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  <w:sectPr w:rsidR="00A63ED2" w:rsidSect="00E817B4">
          <w:footerReference w:type="default" r:id="rId9"/>
          <w:pgSz w:w="11900" w:h="16840"/>
          <w:pgMar w:top="1134" w:right="1134" w:bottom="1134" w:left="1134" w:header="720" w:footer="720" w:gutter="0"/>
          <w:cols w:space="720"/>
          <w:docGrid w:linePitch="360"/>
        </w:sectPr>
      </w:pPr>
    </w:p>
    <w:p w14:paraId="592E35B3" w14:textId="77777777" w:rsidR="00590D10" w:rsidRPr="00590D10" w:rsidRDefault="00590D10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  <w:r w:rsidRPr="00590D10">
        <w:rPr>
          <w:rFonts w:ascii="Calibri" w:eastAsia="Calibri" w:hAnsi="Calibri" w:cs="Calibri"/>
          <w:b/>
          <w:bCs/>
          <w:szCs w:val="22"/>
        </w:rPr>
        <w:lastRenderedPageBreak/>
        <w:t>Key Dates for e-Navigation Implementation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"/>
        <w:gridCol w:w="1843"/>
        <w:gridCol w:w="2409"/>
        <w:gridCol w:w="4032"/>
      </w:tblGrid>
      <w:tr w:rsidR="00590D10" w:rsidRPr="00590D10" w14:paraId="07357578" w14:textId="77777777" w:rsidTr="006C68CB">
        <w:trPr>
          <w:jc w:val="center"/>
        </w:trPr>
        <w:tc>
          <w:tcPr>
            <w:tcW w:w="959" w:type="dxa"/>
          </w:tcPr>
          <w:p w14:paraId="5CCEED91" w14:textId="77777777"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Note</w:t>
            </w:r>
          </w:p>
        </w:tc>
        <w:tc>
          <w:tcPr>
            <w:tcW w:w="1843" w:type="dxa"/>
          </w:tcPr>
          <w:p w14:paraId="097CAFD7" w14:textId="77777777"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Date</w:t>
            </w:r>
          </w:p>
        </w:tc>
        <w:tc>
          <w:tcPr>
            <w:tcW w:w="2409" w:type="dxa"/>
          </w:tcPr>
          <w:p w14:paraId="0F728E9F" w14:textId="77777777"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Meeting</w:t>
            </w:r>
          </w:p>
        </w:tc>
        <w:tc>
          <w:tcPr>
            <w:tcW w:w="4032" w:type="dxa"/>
          </w:tcPr>
          <w:p w14:paraId="38D61020" w14:textId="77777777"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Comments</w:t>
            </w:r>
          </w:p>
        </w:tc>
      </w:tr>
      <w:tr w:rsidR="00590D10" w:rsidRPr="00590D10" w14:paraId="59FF182C" w14:textId="77777777" w:rsidTr="006C68CB">
        <w:trPr>
          <w:jc w:val="center"/>
        </w:trPr>
        <w:tc>
          <w:tcPr>
            <w:tcW w:w="959" w:type="dxa"/>
          </w:tcPr>
          <w:p w14:paraId="28E827E7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D4FA24E" w14:textId="77777777"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2012</w:t>
            </w:r>
          </w:p>
        </w:tc>
        <w:tc>
          <w:tcPr>
            <w:tcW w:w="2409" w:type="dxa"/>
          </w:tcPr>
          <w:p w14:paraId="23127EE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179C15D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5FB86DA5" w14:textId="77777777" w:rsidTr="006C68CB">
        <w:trPr>
          <w:jc w:val="center"/>
        </w:trPr>
        <w:tc>
          <w:tcPr>
            <w:tcW w:w="959" w:type="dxa"/>
          </w:tcPr>
          <w:p w14:paraId="2A4F30D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3B12892B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1 Jan 2012</w:t>
            </w:r>
          </w:p>
        </w:tc>
        <w:tc>
          <w:tcPr>
            <w:tcW w:w="2409" w:type="dxa"/>
          </w:tcPr>
          <w:p w14:paraId="51250C4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155457C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 xml:space="preserve">ECDIS training in STCW 2012 </w:t>
            </w:r>
          </w:p>
        </w:tc>
      </w:tr>
      <w:tr w:rsidR="00590D10" w:rsidRPr="00590D10" w14:paraId="6AF169F4" w14:textId="77777777" w:rsidTr="006C68CB">
        <w:trPr>
          <w:jc w:val="center"/>
        </w:trPr>
        <w:tc>
          <w:tcPr>
            <w:tcW w:w="959" w:type="dxa"/>
          </w:tcPr>
          <w:p w14:paraId="4153328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2FC71C5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2012</w:t>
            </w:r>
          </w:p>
        </w:tc>
        <w:tc>
          <w:tcPr>
            <w:tcW w:w="2409" w:type="dxa"/>
          </w:tcPr>
          <w:p w14:paraId="0498377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90</w:t>
            </w:r>
          </w:p>
        </w:tc>
        <w:tc>
          <w:tcPr>
            <w:tcW w:w="4032" w:type="dxa"/>
          </w:tcPr>
          <w:p w14:paraId="5E957B1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Formation of Harmonized Group on Data Modelling (HGDM)</w:t>
            </w:r>
          </w:p>
          <w:p w14:paraId="27A11D6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decision on GMDSS Review</w:t>
            </w:r>
          </w:p>
        </w:tc>
      </w:tr>
      <w:tr w:rsidR="00590D10" w:rsidRPr="00590D10" w14:paraId="7B0CE6BE" w14:textId="77777777" w:rsidTr="006C68CB">
        <w:trPr>
          <w:jc w:val="center"/>
        </w:trPr>
        <w:tc>
          <w:tcPr>
            <w:tcW w:w="959" w:type="dxa"/>
          </w:tcPr>
          <w:p w14:paraId="4A7AB3AB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04B950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1 July 2012</w:t>
            </w:r>
          </w:p>
        </w:tc>
        <w:tc>
          <w:tcPr>
            <w:tcW w:w="2409" w:type="dxa"/>
          </w:tcPr>
          <w:p w14:paraId="4EA18C6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269346B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ECDIS carriage requirement starts</w:t>
            </w:r>
          </w:p>
        </w:tc>
      </w:tr>
      <w:tr w:rsidR="00590D10" w:rsidRPr="00590D10" w14:paraId="56695128" w14:textId="77777777" w:rsidTr="006C68CB">
        <w:trPr>
          <w:jc w:val="center"/>
        </w:trPr>
        <w:tc>
          <w:tcPr>
            <w:tcW w:w="959" w:type="dxa"/>
          </w:tcPr>
          <w:p w14:paraId="38FD086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E390BB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July 2012</w:t>
            </w:r>
          </w:p>
        </w:tc>
        <w:tc>
          <w:tcPr>
            <w:tcW w:w="2409" w:type="dxa"/>
          </w:tcPr>
          <w:p w14:paraId="4D84898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IMO NAV 58</w:t>
            </w:r>
          </w:p>
        </w:tc>
        <w:tc>
          <w:tcPr>
            <w:tcW w:w="4032" w:type="dxa"/>
          </w:tcPr>
          <w:p w14:paraId="709D1CD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 xml:space="preserve">Expected acceptance of Gap Analysis and commencement of FSA.  </w:t>
            </w:r>
          </w:p>
        </w:tc>
      </w:tr>
      <w:tr w:rsidR="00590D10" w:rsidRPr="00590D10" w14:paraId="390CF967" w14:textId="77777777" w:rsidTr="006C68CB">
        <w:trPr>
          <w:jc w:val="center"/>
        </w:trPr>
        <w:tc>
          <w:tcPr>
            <w:tcW w:w="959" w:type="dxa"/>
          </w:tcPr>
          <w:p w14:paraId="215B439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53C224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Sept 2012</w:t>
            </w:r>
          </w:p>
        </w:tc>
        <w:tc>
          <w:tcPr>
            <w:tcW w:w="2409" w:type="dxa"/>
          </w:tcPr>
          <w:p w14:paraId="2EFC3A17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e-NAV 12</w:t>
            </w:r>
          </w:p>
        </w:tc>
        <w:tc>
          <w:tcPr>
            <w:tcW w:w="4032" w:type="dxa"/>
          </w:tcPr>
          <w:p w14:paraId="1D4D4997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Look at practical solutions, risk analysis and MSP.</w:t>
            </w:r>
          </w:p>
        </w:tc>
      </w:tr>
      <w:tr w:rsidR="00590D10" w:rsidRPr="00590D10" w14:paraId="759970A6" w14:textId="77777777" w:rsidTr="006C68CB">
        <w:trPr>
          <w:jc w:val="center"/>
        </w:trPr>
        <w:tc>
          <w:tcPr>
            <w:tcW w:w="959" w:type="dxa"/>
          </w:tcPr>
          <w:p w14:paraId="41C8AC3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A82FAD1" w14:textId="77777777"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2013</w:t>
            </w:r>
          </w:p>
        </w:tc>
        <w:tc>
          <w:tcPr>
            <w:tcW w:w="2409" w:type="dxa"/>
          </w:tcPr>
          <w:p w14:paraId="1DDCF90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414B020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FD13C88" w14:textId="77777777" w:rsidTr="006C68CB">
        <w:trPr>
          <w:jc w:val="center"/>
        </w:trPr>
        <w:tc>
          <w:tcPr>
            <w:tcW w:w="959" w:type="dxa"/>
          </w:tcPr>
          <w:p w14:paraId="1A8393A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4C4578B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Jan 2013</w:t>
            </w:r>
          </w:p>
        </w:tc>
        <w:tc>
          <w:tcPr>
            <w:tcW w:w="2409" w:type="dxa"/>
          </w:tcPr>
          <w:p w14:paraId="3B5F3C3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proofErr w:type="gramStart"/>
            <w:r w:rsidRPr="00590D10">
              <w:rPr>
                <w:rFonts w:ascii="Calibri" w:eastAsia="Calibri" w:hAnsi="Calibri" w:cs="Calibri"/>
                <w:szCs w:val="22"/>
              </w:rPr>
              <w:t>e</w:t>
            </w:r>
            <w:proofErr w:type="gramEnd"/>
            <w:r w:rsidRPr="00590D10">
              <w:rPr>
                <w:rFonts w:ascii="Calibri" w:eastAsia="Calibri" w:hAnsi="Calibri" w:cs="Calibri"/>
                <w:szCs w:val="22"/>
              </w:rPr>
              <w:t xml:space="preserve">-Navigation Underway Conference. </w:t>
            </w:r>
          </w:p>
        </w:tc>
        <w:tc>
          <w:tcPr>
            <w:tcW w:w="4032" w:type="dxa"/>
          </w:tcPr>
          <w:p w14:paraId="4F96308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1AB8611" w14:textId="77777777" w:rsidTr="006C68CB">
        <w:trPr>
          <w:jc w:val="center"/>
        </w:trPr>
        <w:tc>
          <w:tcPr>
            <w:tcW w:w="959" w:type="dxa"/>
          </w:tcPr>
          <w:p w14:paraId="290C06C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D6D8E5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March 2013</w:t>
            </w:r>
          </w:p>
        </w:tc>
        <w:tc>
          <w:tcPr>
            <w:tcW w:w="2409" w:type="dxa"/>
          </w:tcPr>
          <w:p w14:paraId="7EFA44F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e-NAV13</w:t>
            </w:r>
          </w:p>
        </w:tc>
        <w:tc>
          <w:tcPr>
            <w:tcW w:w="4032" w:type="dxa"/>
          </w:tcPr>
          <w:p w14:paraId="6235B69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B2C6B4A" w14:textId="77777777" w:rsidTr="006C68CB">
        <w:trPr>
          <w:jc w:val="center"/>
        </w:trPr>
        <w:tc>
          <w:tcPr>
            <w:tcW w:w="959" w:type="dxa"/>
          </w:tcPr>
          <w:p w14:paraId="6C431CA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5AE404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2013</w:t>
            </w:r>
          </w:p>
        </w:tc>
        <w:tc>
          <w:tcPr>
            <w:tcW w:w="2409" w:type="dxa"/>
          </w:tcPr>
          <w:p w14:paraId="68E3C98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92</w:t>
            </w:r>
          </w:p>
        </w:tc>
        <w:tc>
          <w:tcPr>
            <w:tcW w:w="4032" w:type="dxa"/>
          </w:tcPr>
          <w:p w14:paraId="05B6A6D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0C2C7A86" w14:textId="77777777" w:rsidTr="006C68CB">
        <w:trPr>
          <w:jc w:val="center"/>
        </w:trPr>
        <w:tc>
          <w:tcPr>
            <w:tcW w:w="959" w:type="dxa"/>
          </w:tcPr>
          <w:p w14:paraId="021CCB2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25AA65C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2409" w:type="dxa"/>
          </w:tcPr>
          <w:p w14:paraId="150EFEC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7B51CCD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F5C27CB" w14:textId="77777777" w:rsidTr="006C68CB">
        <w:trPr>
          <w:jc w:val="center"/>
        </w:trPr>
        <w:tc>
          <w:tcPr>
            <w:tcW w:w="959" w:type="dxa"/>
          </w:tcPr>
          <w:p w14:paraId="21652A7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11BE60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Sept 2013</w:t>
            </w:r>
          </w:p>
        </w:tc>
        <w:tc>
          <w:tcPr>
            <w:tcW w:w="2409" w:type="dxa"/>
          </w:tcPr>
          <w:p w14:paraId="6653CA7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IMO NAV 59</w:t>
            </w:r>
          </w:p>
        </w:tc>
        <w:tc>
          <w:tcPr>
            <w:tcW w:w="4032" w:type="dxa"/>
          </w:tcPr>
          <w:p w14:paraId="378A4A9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 xml:space="preserve">Finalize e-NAV SIP for submission to </w:t>
            </w:r>
            <w:r w:rsidRPr="00590D10">
              <w:rPr>
                <w:rFonts w:ascii="Calibri" w:eastAsia="Calibri" w:hAnsi="Calibri" w:cs="Calibri"/>
                <w:szCs w:val="22"/>
              </w:rPr>
              <w:br/>
              <w:t>MSC 93 (2014) for information</w:t>
            </w:r>
          </w:p>
        </w:tc>
      </w:tr>
      <w:tr w:rsidR="00590D10" w:rsidRPr="00590D10" w14:paraId="32E7F9D9" w14:textId="77777777" w:rsidTr="006C68CB">
        <w:trPr>
          <w:jc w:val="center"/>
        </w:trPr>
        <w:tc>
          <w:tcPr>
            <w:tcW w:w="959" w:type="dxa"/>
          </w:tcPr>
          <w:p w14:paraId="1D6F85A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A66B7D2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Sept 2013</w:t>
            </w:r>
          </w:p>
        </w:tc>
        <w:tc>
          <w:tcPr>
            <w:tcW w:w="2409" w:type="dxa"/>
          </w:tcPr>
          <w:p w14:paraId="31A6EBE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e-NAV14</w:t>
            </w:r>
          </w:p>
        </w:tc>
        <w:tc>
          <w:tcPr>
            <w:tcW w:w="4032" w:type="dxa"/>
          </w:tcPr>
          <w:p w14:paraId="6BB5A78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196CF82" w14:textId="77777777" w:rsidTr="006C68CB">
        <w:trPr>
          <w:jc w:val="center"/>
        </w:trPr>
        <w:tc>
          <w:tcPr>
            <w:tcW w:w="959" w:type="dxa"/>
          </w:tcPr>
          <w:p w14:paraId="0868C89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36E3D24C" w14:textId="77777777"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2014</w:t>
            </w:r>
          </w:p>
        </w:tc>
        <w:tc>
          <w:tcPr>
            <w:tcW w:w="2409" w:type="dxa"/>
          </w:tcPr>
          <w:p w14:paraId="5D07831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043D5FF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714D994C" w14:textId="77777777" w:rsidTr="006C68CB">
        <w:trPr>
          <w:jc w:val="center"/>
        </w:trPr>
        <w:tc>
          <w:tcPr>
            <w:tcW w:w="959" w:type="dxa"/>
          </w:tcPr>
          <w:p w14:paraId="51A38D1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0A685D3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Feb 2014</w:t>
            </w:r>
          </w:p>
        </w:tc>
        <w:tc>
          <w:tcPr>
            <w:tcW w:w="2409" w:type="dxa"/>
          </w:tcPr>
          <w:p w14:paraId="60CBA5E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NCSR1</w:t>
            </w:r>
          </w:p>
        </w:tc>
        <w:tc>
          <w:tcPr>
            <w:tcW w:w="4032" w:type="dxa"/>
          </w:tcPr>
          <w:p w14:paraId="7FA8298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Combines and replaces NAV and COMSAR (No e-NAV WG)</w:t>
            </w:r>
          </w:p>
        </w:tc>
      </w:tr>
      <w:tr w:rsidR="00590D10" w:rsidRPr="00590D10" w14:paraId="45571F83" w14:textId="77777777" w:rsidTr="006C68CB">
        <w:trPr>
          <w:jc w:val="center"/>
        </w:trPr>
        <w:tc>
          <w:tcPr>
            <w:tcW w:w="959" w:type="dxa"/>
          </w:tcPr>
          <w:p w14:paraId="48FEEBA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76A22C1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2014</w:t>
            </w:r>
          </w:p>
        </w:tc>
        <w:tc>
          <w:tcPr>
            <w:tcW w:w="2409" w:type="dxa"/>
          </w:tcPr>
          <w:p w14:paraId="46818B4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Conference</w:t>
            </w:r>
          </w:p>
        </w:tc>
        <w:tc>
          <w:tcPr>
            <w:tcW w:w="4032" w:type="dxa"/>
          </w:tcPr>
          <w:p w14:paraId="72C9DE0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7F4D369" w14:textId="77777777" w:rsidTr="006C68CB">
        <w:trPr>
          <w:jc w:val="center"/>
        </w:trPr>
        <w:tc>
          <w:tcPr>
            <w:tcW w:w="959" w:type="dxa"/>
          </w:tcPr>
          <w:p w14:paraId="3A60B95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2BB2DC6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2014</w:t>
            </w:r>
          </w:p>
        </w:tc>
        <w:tc>
          <w:tcPr>
            <w:tcW w:w="2409" w:type="dxa"/>
          </w:tcPr>
          <w:p w14:paraId="07BF26A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Deadline for WRC 2015</w:t>
            </w:r>
          </w:p>
        </w:tc>
        <w:tc>
          <w:tcPr>
            <w:tcW w:w="4032" w:type="dxa"/>
          </w:tcPr>
          <w:p w14:paraId="4B3B95F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Proposals for spectrum allocation</w:t>
            </w:r>
          </w:p>
        </w:tc>
      </w:tr>
      <w:tr w:rsidR="00590D10" w:rsidRPr="00590D10" w14:paraId="6CC02B89" w14:textId="77777777" w:rsidTr="006C68CB">
        <w:trPr>
          <w:jc w:val="center"/>
        </w:trPr>
        <w:tc>
          <w:tcPr>
            <w:tcW w:w="959" w:type="dxa"/>
          </w:tcPr>
          <w:p w14:paraId="165F433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FA1F67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2014</w:t>
            </w:r>
          </w:p>
        </w:tc>
        <w:tc>
          <w:tcPr>
            <w:tcW w:w="2409" w:type="dxa"/>
          </w:tcPr>
          <w:p w14:paraId="6379CFA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93</w:t>
            </w:r>
          </w:p>
        </w:tc>
        <w:tc>
          <w:tcPr>
            <w:tcW w:w="4032" w:type="dxa"/>
          </w:tcPr>
          <w:p w14:paraId="19445010" w14:textId="52305643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Final draft of e-Navigation Strategic Implementation Plan (SIP)</w:t>
            </w:r>
          </w:p>
        </w:tc>
      </w:tr>
      <w:tr w:rsidR="00590D10" w:rsidRPr="00590D10" w14:paraId="7FDC5DC7" w14:textId="77777777" w:rsidTr="006C68CB">
        <w:trPr>
          <w:jc w:val="center"/>
        </w:trPr>
        <w:tc>
          <w:tcPr>
            <w:tcW w:w="959" w:type="dxa"/>
          </w:tcPr>
          <w:p w14:paraId="235309A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3A702B2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June 2014</w:t>
            </w:r>
          </w:p>
        </w:tc>
        <w:tc>
          <w:tcPr>
            <w:tcW w:w="2409" w:type="dxa"/>
          </w:tcPr>
          <w:p w14:paraId="791F402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HTW1</w:t>
            </w:r>
          </w:p>
        </w:tc>
        <w:tc>
          <w:tcPr>
            <w:tcW w:w="4032" w:type="dxa"/>
          </w:tcPr>
          <w:p w14:paraId="3EEC072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Replaces STW.  Feedback and comments re human element and training issues of e-NAV</w:t>
            </w:r>
          </w:p>
        </w:tc>
      </w:tr>
      <w:tr w:rsidR="00590D10" w:rsidRPr="00590D10" w14:paraId="29002948" w14:textId="77777777" w:rsidTr="006C68CB">
        <w:trPr>
          <w:jc w:val="center"/>
        </w:trPr>
        <w:tc>
          <w:tcPr>
            <w:tcW w:w="959" w:type="dxa"/>
          </w:tcPr>
          <w:p w14:paraId="440694F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B8E140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July/Sept 2014</w:t>
            </w:r>
          </w:p>
        </w:tc>
        <w:tc>
          <w:tcPr>
            <w:tcW w:w="2409" w:type="dxa"/>
          </w:tcPr>
          <w:p w14:paraId="24A46A1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e-NAV ISWG</w:t>
            </w:r>
          </w:p>
        </w:tc>
        <w:tc>
          <w:tcPr>
            <w:tcW w:w="4032" w:type="dxa"/>
          </w:tcPr>
          <w:p w14:paraId="52873B7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Finalize e-NAV SIP to MSC 94 for approval</w:t>
            </w:r>
          </w:p>
        </w:tc>
      </w:tr>
      <w:tr w:rsidR="00590D10" w:rsidRPr="00590D10" w14:paraId="52E75F77" w14:textId="77777777" w:rsidTr="006C68CB">
        <w:trPr>
          <w:jc w:val="center"/>
        </w:trPr>
        <w:tc>
          <w:tcPr>
            <w:tcW w:w="959" w:type="dxa"/>
          </w:tcPr>
          <w:p w14:paraId="063C70B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7BD1A3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December 2014</w:t>
            </w:r>
          </w:p>
        </w:tc>
        <w:tc>
          <w:tcPr>
            <w:tcW w:w="2409" w:type="dxa"/>
          </w:tcPr>
          <w:p w14:paraId="0CA35B8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94</w:t>
            </w:r>
          </w:p>
        </w:tc>
        <w:tc>
          <w:tcPr>
            <w:tcW w:w="4032" w:type="dxa"/>
          </w:tcPr>
          <w:p w14:paraId="36AE2C54" w14:textId="236A3536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Expected approval of the e-Navigation Strategic Implementation Plan (SIP)</w:t>
            </w:r>
          </w:p>
        </w:tc>
      </w:tr>
      <w:tr w:rsidR="00590D10" w:rsidRPr="00590D10" w14:paraId="2D532558" w14:textId="77777777" w:rsidTr="006C68CB">
        <w:trPr>
          <w:jc w:val="center"/>
        </w:trPr>
        <w:tc>
          <w:tcPr>
            <w:tcW w:w="959" w:type="dxa"/>
          </w:tcPr>
          <w:p w14:paraId="114646F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01DAA21" w14:textId="77777777"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2015</w:t>
            </w:r>
          </w:p>
        </w:tc>
        <w:tc>
          <w:tcPr>
            <w:tcW w:w="2409" w:type="dxa"/>
          </w:tcPr>
          <w:p w14:paraId="1D148E8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38ABAE8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15F1501B" w14:textId="77777777" w:rsidTr="006C68CB">
        <w:trPr>
          <w:jc w:val="center"/>
        </w:trPr>
        <w:tc>
          <w:tcPr>
            <w:tcW w:w="959" w:type="dxa"/>
          </w:tcPr>
          <w:p w14:paraId="69CC729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353F71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Oct 2015</w:t>
            </w:r>
          </w:p>
        </w:tc>
        <w:tc>
          <w:tcPr>
            <w:tcW w:w="2409" w:type="dxa"/>
          </w:tcPr>
          <w:p w14:paraId="273B4C6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WRC 2015</w:t>
            </w:r>
          </w:p>
        </w:tc>
        <w:tc>
          <w:tcPr>
            <w:tcW w:w="4032" w:type="dxa"/>
          </w:tcPr>
          <w:p w14:paraId="28EFE357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Spectrum Allocation</w:t>
            </w:r>
          </w:p>
        </w:tc>
      </w:tr>
      <w:tr w:rsidR="00590D10" w:rsidRPr="00590D10" w14:paraId="50946E75" w14:textId="77777777" w:rsidTr="006C68CB">
        <w:trPr>
          <w:jc w:val="center"/>
        </w:trPr>
        <w:tc>
          <w:tcPr>
            <w:tcW w:w="959" w:type="dxa"/>
          </w:tcPr>
          <w:p w14:paraId="659AEAE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0333A57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2017</w:t>
            </w:r>
          </w:p>
        </w:tc>
        <w:tc>
          <w:tcPr>
            <w:tcW w:w="2409" w:type="dxa"/>
          </w:tcPr>
          <w:p w14:paraId="6F5FD3D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Deadline for WRC 2018</w:t>
            </w:r>
          </w:p>
        </w:tc>
        <w:tc>
          <w:tcPr>
            <w:tcW w:w="4032" w:type="dxa"/>
          </w:tcPr>
          <w:p w14:paraId="4A4EEAD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581FDB19" w14:textId="77777777" w:rsidTr="006C68CB">
        <w:trPr>
          <w:jc w:val="center"/>
        </w:trPr>
        <w:tc>
          <w:tcPr>
            <w:tcW w:w="959" w:type="dxa"/>
          </w:tcPr>
          <w:p w14:paraId="695E605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4A38BC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July 2018</w:t>
            </w:r>
          </w:p>
        </w:tc>
        <w:tc>
          <w:tcPr>
            <w:tcW w:w="2409" w:type="dxa"/>
          </w:tcPr>
          <w:p w14:paraId="7137244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ECDIS Fully Implemented</w:t>
            </w:r>
          </w:p>
        </w:tc>
        <w:tc>
          <w:tcPr>
            <w:tcW w:w="4032" w:type="dxa"/>
          </w:tcPr>
          <w:p w14:paraId="6B773B0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175148CB" w14:textId="77777777" w:rsidTr="006C68CB">
        <w:trPr>
          <w:jc w:val="center"/>
        </w:trPr>
        <w:tc>
          <w:tcPr>
            <w:tcW w:w="959" w:type="dxa"/>
          </w:tcPr>
          <w:p w14:paraId="5925356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037EC322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Oct 2018</w:t>
            </w:r>
          </w:p>
        </w:tc>
        <w:tc>
          <w:tcPr>
            <w:tcW w:w="2409" w:type="dxa"/>
          </w:tcPr>
          <w:p w14:paraId="3110957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WRC 2018</w:t>
            </w:r>
          </w:p>
        </w:tc>
        <w:tc>
          <w:tcPr>
            <w:tcW w:w="4032" w:type="dxa"/>
          </w:tcPr>
          <w:p w14:paraId="6443C7B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</w:tbl>
    <w:p w14:paraId="2A53DDED" w14:textId="77777777" w:rsidR="00630F7F" w:rsidRPr="00002906" w:rsidRDefault="00630F7F" w:rsidP="00590D10">
      <w:pPr>
        <w:pStyle w:val="List1"/>
        <w:numPr>
          <w:ilvl w:val="0"/>
          <w:numId w:val="0"/>
        </w:numPr>
        <w:rPr>
          <w:highlight w:val="yellow"/>
          <w:lang w:val="en-GB"/>
        </w:rPr>
      </w:pPr>
    </w:p>
    <w:sectPr w:rsidR="00630F7F" w:rsidRPr="00002906" w:rsidSect="00E817B4">
      <w:pgSz w:w="11900" w:h="16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B36A27" w14:textId="77777777" w:rsidR="00A63ED2" w:rsidRDefault="00A63ED2" w:rsidP="00002906">
      <w:r>
        <w:separator/>
      </w:r>
    </w:p>
  </w:endnote>
  <w:endnote w:type="continuationSeparator" w:id="0">
    <w:p w14:paraId="0EB90DF4" w14:textId="77777777" w:rsidR="00A63ED2" w:rsidRDefault="00A63ED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PGothic">
    <w:charset w:val="80"/>
    <w:family w:val="swiss"/>
    <w:pitch w:val="variable"/>
    <w:sig w:usb0="A00002BF" w:usb1="68C7FCFB" w:usb2="00000010" w:usb3="00000000" w:csb0="0002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A640C" w14:textId="77777777" w:rsidR="00A63ED2" w:rsidRDefault="00A63ED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77BA8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E86316" w14:textId="77777777" w:rsidR="00A63ED2" w:rsidRDefault="00A63ED2" w:rsidP="00002906">
      <w:r>
        <w:separator/>
      </w:r>
    </w:p>
  </w:footnote>
  <w:footnote w:type="continuationSeparator" w:id="0">
    <w:p w14:paraId="13C087BF" w14:textId="77777777" w:rsidR="00A63ED2" w:rsidRDefault="00A63ED2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DF"/>
    <w:rsid w:val="00002906"/>
    <w:rsid w:val="00031A92"/>
    <w:rsid w:val="000348ED"/>
    <w:rsid w:val="00036801"/>
    <w:rsid w:val="00050DA7"/>
    <w:rsid w:val="000A5A01"/>
    <w:rsid w:val="00135447"/>
    <w:rsid w:val="00152273"/>
    <w:rsid w:val="0015521E"/>
    <w:rsid w:val="001A654A"/>
    <w:rsid w:val="001C74CF"/>
    <w:rsid w:val="00344F57"/>
    <w:rsid w:val="003A315E"/>
    <w:rsid w:val="003D55DD"/>
    <w:rsid w:val="003E1831"/>
    <w:rsid w:val="00424954"/>
    <w:rsid w:val="004C1386"/>
    <w:rsid w:val="004C220D"/>
    <w:rsid w:val="00590D10"/>
    <w:rsid w:val="005D05AC"/>
    <w:rsid w:val="00630F7F"/>
    <w:rsid w:val="0064435F"/>
    <w:rsid w:val="006C68CB"/>
    <w:rsid w:val="006D470F"/>
    <w:rsid w:val="006F1215"/>
    <w:rsid w:val="00727E88"/>
    <w:rsid w:val="00775878"/>
    <w:rsid w:val="0080092C"/>
    <w:rsid w:val="00865D97"/>
    <w:rsid w:val="00872453"/>
    <w:rsid w:val="008B0555"/>
    <w:rsid w:val="008F13DD"/>
    <w:rsid w:val="00902AA4"/>
    <w:rsid w:val="009F3B6C"/>
    <w:rsid w:val="009F5C36"/>
    <w:rsid w:val="00A27F12"/>
    <w:rsid w:val="00A30579"/>
    <w:rsid w:val="00A63ED2"/>
    <w:rsid w:val="00AA76C0"/>
    <w:rsid w:val="00AF7C49"/>
    <w:rsid w:val="00B077EC"/>
    <w:rsid w:val="00B15B24"/>
    <w:rsid w:val="00B428DA"/>
    <w:rsid w:val="00B8247E"/>
    <w:rsid w:val="00BE56DF"/>
    <w:rsid w:val="00BF07B6"/>
    <w:rsid w:val="00C77BA8"/>
    <w:rsid w:val="00CA04AF"/>
    <w:rsid w:val="00CF1FDF"/>
    <w:rsid w:val="00CF22E1"/>
    <w:rsid w:val="00E77732"/>
    <w:rsid w:val="00E817B4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6C58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NormalWeb">
    <w:name w:val="Normal (Web)"/>
    <w:basedOn w:val="Normal"/>
    <w:rsid w:val="00590D10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NormalWeb">
    <w:name w:val="Normal (Web)"/>
    <w:basedOn w:val="Normal"/>
    <w:rsid w:val="00590D1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alaguest\Desktop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0AD8FD-B5CD-4149-BA8A-66DA22657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Settings\ialaguest\Desktop\Internal Committee Liaison Note_Feb13.dot</Template>
  <TotalTime>40</TotalTime>
  <Pages>4</Pages>
  <Words>314</Words>
  <Characters>1793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Guest Invité IALA</dc:creator>
  <cp:keywords/>
  <cp:lastModifiedBy/>
  <cp:revision>11</cp:revision>
  <cp:lastPrinted>2006-10-19T10:49:00Z</cp:lastPrinted>
  <dcterms:created xsi:type="dcterms:W3CDTF">2013-03-21T07:38:00Z</dcterms:created>
  <dcterms:modified xsi:type="dcterms:W3CDTF">2013-03-23T11:08:00Z</dcterms:modified>
</cp:coreProperties>
</file>